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880E4E">
        <w:rPr>
          <w:rFonts w:ascii="Century" w:hAnsi="Century"/>
          <w:b/>
          <w:noProof/>
          <w:sz w:val="32"/>
          <w:szCs w:val="32"/>
          <w:lang w:val="uk-UA"/>
        </w:rPr>
        <w:t>28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B04105" w:rsidRPr="004C155E" w:rsidRDefault="00B04105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B04105" w:rsidRPr="008B4C26" w:rsidRDefault="00B04105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="00D733FC" w:rsidRPr="00D733FC">
        <w:rPr>
          <w:rFonts w:ascii="Century" w:hAnsi="Century"/>
          <w:b/>
          <w:noProof/>
          <w:sz w:val="36"/>
          <w:szCs w:val="36"/>
          <w:lang w:val="uk-UA"/>
        </w:rPr>
        <w:t>23/28-5391</w:t>
      </w:r>
    </w:p>
    <w:p w:rsidR="00B04105" w:rsidRPr="001F59D4" w:rsidRDefault="00B04105" w:rsidP="002C2E00">
      <w:pPr>
        <w:rPr>
          <w:rFonts w:ascii="Century" w:hAnsi="Century"/>
          <w:sz w:val="26"/>
          <w:szCs w:val="26"/>
        </w:rPr>
      </w:pPr>
      <w:r w:rsidRPr="00880E4E">
        <w:rPr>
          <w:rFonts w:ascii="Century" w:hAnsi="Century"/>
          <w:noProof/>
          <w:sz w:val="26"/>
          <w:szCs w:val="26"/>
        </w:rPr>
        <w:t>9 лютого 2023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B04105" w:rsidRPr="001F59D4" w:rsidRDefault="00B04105" w:rsidP="00C114FE">
      <w:pPr>
        <w:rPr>
          <w:sz w:val="26"/>
          <w:szCs w:val="26"/>
        </w:rPr>
      </w:pPr>
    </w:p>
    <w:p w:rsidR="00B04105" w:rsidRPr="001F59D4" w:rsidRDefault="00B04105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Галамаю Михайлу Богдановичу</w:t>
      </w:r>
      <w:r>
        <w:rPr>
          <w:rFonts w:ascii="Century" w:hAnsi="Century"/>
          <w:b/>
          <w:noProof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b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вул. Бічна,7 с. Керниця</w:t>
      </w:r>
    </w:p>
    <w:p w:rsidR="00B04105" w:rsidRPr="001F59D4" w:rsidRDefault="00B04105" w:rsidP="00C114FE">
      <w:pPr>
        <w:rPr>
          <w:sz w:val="26"/>
          <w:szCs w:val="26"/>
        </w:rPr>
      </w:pPr>
    </w:p>
    <w:p w:rsidR="00B04105" w:rsidRPr="001F59D4" w:rsidRDefault="00B04105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880E4E">
        <w:rPr>
          <w:rFonts w:ascii="Century" w:hAnsi="Century"/>
          <w:noProof/>
          <w:sz w:val="26"/>
          <w:szCs w:val="26"/>
          <w:lang w:val="uk-UA"/>
        </w:rPr>
        <w:t>Галамаю Михайлу Богдановичу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rFonts w:ascii="Century" w:hAnsi="Century"/>
          <w:noProof/>
          <w:sz w:val="26"/>
          <w:szCs w:val="26"/>
          <w:lang w:val="uk-UA"/>
        </w:rPr>
        <w:t xml:space="preserve"> розташованої</w:t>
      </w:r>
      <w:r w:rsidRPr="00FF119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вул. Бічна,7 с. Керниця</w:t>
      </w:r>
      <w:r w:rsidRPr="001F59D4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>відповідну технічну документацію розроблену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ФОП Тимоць В.Я.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довкілля, міська рада </w:t>
      </w:r>
    </w:p>
    <w:p w:rsidR="00B04105" w:rsidRPr="001F59D4" w:rsidRDefault="00B04105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B04105" w:rsidRPr="001F59D4" w:rsidRDefault="00B04105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Галамаю Михайлу Богдановичу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880E4E">
        <w:rPr>
          <w:rFonts w:ascii="Century" w:hAnsi="Century"/>
          <w:noProof/>
          <w:sz w:val="26"/>
          <w:szCs w:val="26"/>
          <w:lang w:val="uk-UA"/>
        </w:rPr>
        <w:t>0,0640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880E4E">
        <w:rPr>
          <w:rFonts w:ascii="Century" w:hAnsi="Century"/>
          <w:noProof/>
          <w:sz w:val="26"/>
          <w:szCs w:val="26"/>
          <w:lang w:val="uk-UA"/>
        </w:rPr>
        <w:t>4620983900:25:002:0118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880E4E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вул. Бічна,7 с. Керниця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04105" w:rsidRPr="001F59D4" w:rsidRDefault="00B0410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Галамаю Михайлу Богдановичу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880E4E">
        <w:rPr>
          <w:rFonts w:ascii="Century" w:hAnsi="Century"/>
          <w:noProof/>
          <w:sz w:val="26"/>
          <w:szCs w:val="26"/>
          <w:lang w:val="uk-UA"/>
        </w:rPr>
        <w:t>0,0640</w:t>
      </w:r>
      <w:r w:rsidRPr="001F59D4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880E4E">
        <w:rPr>
          <w:rFonts w:ascii="Century" w:hAnsi="Century"/>
          <w:noProof/>
          <w:sz w:val="26"/>
          <w:szCs w:val="26"/>
          <w:lang w:val="uk-UA"/>
        </w:rPr>
        <w:t>4620983900:25:002:0118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</w:t>
      </w:r>
      <w:r>
        <w:rPr>
          <w:rFonts w:ascii="Century" w:hAnsi="Century"/>
          <w:sz w:val="26"/>
          <w:szCs w:val="26"/>
          <w:lang w:val="uk-UA"/>
        </w:rPr>
        <w:t xml:space="preserve">за адресою: </w:t>
      </w:r>
      <w:r w:rsidRPr="00880E4E">
        <w:rPr>
          <w:rFonts w:ascii="Century" w:hAnsi="Century"/>
          <w:noProof/>
          <w:sz w:val="26"/>
          <w:szCs w:val="26"/>
          <w:lang w:val="uk-UA"/>
        </w:rPr>
        <w:t>вул. Бічна,7 с. Керниця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04105" w:rsidRPr="001F59D4" w:rsidRDefault="00B0410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880E4E">
        <w:rPr>
          <w:rFonts w:ascii="Century" w:hAnsi="Century"/>
          <w:noProof/>
          <w:sz w:val="26"/>
          <w:szCs w:val="26"/>
          <w:lang w:val="uk-UA"/>
        </w:rPr>
        <w:t>Галамаю Михайлу Богдановичу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B04105" w:rsidRPr="001F59D4" w:rsidRDefault="00B0410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4. Контроль за виконанням рішення покласти на відділ земельних відносин та постійну депутатську комісію міської ради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B04105" w:rsidRPr="001F59D4" w:rsidRDefault="00B04105" w:rsidP="00C114FE">
      <w:pPr>
        <w:rPr>
          <w:sz w:val="26"/>
          <w:szCs w:val="26"/>
        </w:rPr>
      </w:pPr>
    </w:p>
    <w:p w:rsidR="00B04105" w:rsidRDefault="00B04105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B04105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lastRenderedPageBreak/>
        <w:drawing>
          <wp:inline distT="0" distB="0" distL="0" distR="0" wp14:anchorId="28332F05" wp14:editId="4E9FADDB">
            <wp:extent cx="561975" cy="6286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880E4E">
        <w:rPr>
          <w:rFonts w:ascii="Century" w:hAnsi="Century"/>
          <w:b/>
          <w:noProof/>
          <w:sz w:val="32"/>
          <w:szCs w:val="32"/>
          <w:lang w:val="uk-UA"/>
        </w:rPr>
        <w:t>28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B04105" w:rsidRPr="004C155E" w:rsidRDefault="00B04105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B04105" w:rsidRPr="008B4C26" w:rsidRDefault="00B04105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="00D733FC">
        <w:rPr>
          <w:rFonts w:ascii="Century" w:hAnsi="Century"/>
          <w:b/>
          <w:noProof/>
          <w:sz w:val="36"/>
          <w:szCs w:val="36"/>
          <w:lang w:val="uk-UA"/>
        </w:rPr>
        <w:t>23/28-5392</w:t>
      </w:r>
    </w:p>
    <w:p w:rsidR="00B04105" w:rsidRPr="001F59D4" w:rsidRDefault="00B04105" w:rsidP="002C2E00">
      <w:pPr>
        <w:rPr>
          <w:rFonts w:ascii="Century" w:hAnsi="Century"/>
          <w:sz w:val="26"/>
          <w:szCs w:val="26"/>
        </w:rPr>
      </w:pPr>
      <w:r w:rsidRPr="00880E4E">
        <w:rPr>
          <w:rFonts w:ascii="Century" w:hAnsi="Century"/>
          <w:noProof/>
          <w:sz w:val="26"/>
          <w:szCs w:val="26"/>
        </w:rPr>
        <w:t>9 лютого 2023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B04105" w:rsidRPr="001F59D4" w:rsidRDefault="00B04105" w:rsidP="00C114FE">
      <w:pPr>
        <w:rPr>
          <w:sz w:val="26"/>
          <w:szCs w:val="26"/>
        </w:rPr>
      </w:pPr>
    </w:p>
    <w:p w:rsidR="00B04105" w:rsidRPr="001F59D4" w:rsidRDefault="00B04105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Яремчук Марії Степанівні</w:t>
      </w:r>
      <w:r>
        <w:rPr>
          <w:rFonts w:ascii="Century" w:hAnsi="Century"/>
          <w:b/>
          <w:noProof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b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вул. Бічна,5 с. Керниця</w:t>
      </w:r>
    </w:p>
    <w:p w:rsidR="00B04105" w:rsidRPr="001F59D4" w:rsidRDefault="00B04105" w:rsidP="00C114FE">
      <w:pPr>
        <w:rPr>
          <w:sz w:val="26"/>
          <w:szCs w:val="26"/>
        </w:rPr>
      </w:pPr>
    </w:p>
    <w:p w:rsidR="00B04105" w:rsidRPr="001F59D4" w:rsidRDefault="00B04105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880E4E">
        <w:rPr>
          <w:rFonts w:ascii="Century" w:hAnsi="Century"/>
          <w:noProof/>
          <w:sz w:val="26"/>
          <w:szCs w:val="26"/>
          <w:lang w:val="uk-UA"/>
        </w:rPr>
        <w:t>Яремчук Марії Степанівні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rFonts w:ascii="Century" w:hAnsi="Century"/>
          <w:noProof/>
          <w:sz w:val="26"/>
          <w:szCs w:val="26"/>
          <w:lang w:val="uk-UA"/>
        </w:rPr>
        <w:t xml:space="preserve"> розташованої</w:t>
      </w:r>
      <w:r w:rsidRPr="00FF119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вул. Бічна,5 с. Керниця</w:t>
      </w:r>
      <w:r w:rsidRPr="001F59D4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>відповідну технічну документацію розроблену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ФОП Тимоць В.Я.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довкілля, міська рада </w:t>
      </w:r>
    </w:p>
    <w:p w:rsidR="00B04105" w:rsidRPr="001F59D4" w:rsidRDefault="00B04105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B04105" w:rsidRPr="001F59D4" w:rsidRDefault="00B04105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Яремчук Марії Степанівні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880E4E">
        <w:rPr>
          <w:rFonts w:ascii="Century" w:hAnsi="Century"/>
          <w:noProof/>
          <w:sz w:val="26"/>
          <w:szCs w:val="26"/>
          <w:lang w:val="uk-UA"/>
        </w:rPr>
        <w:t>0,0500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880E4E">
        <w:rPr>
          <w:rFonts w:ascii="Century" w:hAnsi="Century"/>
          <w:noProof/>
          <w:sz w:val="26"/>
          <w:szCs w:val="26"/>
          <w:lang w:val="uk-UA"/>
        </w:rPr>
        <w:t>4620983900:25:002:0117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880E4E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вул. Бічна,5 с. Керниця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04105" w:rsidRPr="001F59D4" w:rsidRDefault="00B0410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Яремчук Марії Степанівні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880E4E">
        <w:rPr>
          <w:rFonts w:ascii="Century" w:hAnsi="Century"/>
          <w:noProof/>
          <w:sz w:val="26"/>
          <w:szCs w:val="26"/>
          <w:lang w:val="uk-UA"/>
        </w:rPr>
        <w:t>0,0500</w:t>
      </w:r>
      <w:r w:rsidRPr="001F59D4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880E4E">
        <w:rPr>
          <w:rFonts w:ascii="Century" w:hAnsi="Century"/>
          <w:noProof/>
          <w:sz w:val="26"/>
          <w:szCs w:val="26"/>
          <w:lang w:val="uk-UA"/>
        </w:rPr>
        <w:t>4620983900:25:002:0117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</w:t>
      </w:r>
      <w:r>
        <w:rPr>
          <w:rFonts w:ascii="Century" w:hAnsi="Century"/>
          <w:sz w:val="26"/>
          <w:szCs w:val="26"/>
          <w:lang w:val="uk-UA"/>
        </w:rPr>
        <w:t xml:space="preserve">за адресою: </w:t>
      </w:r>
      <w:r w:rsidRPr="00880E4E">
        <w:rPr>
          <w:rFonts w:ascii="Century" w:hAnsi="Century"/>
          <w:noProof/>
          <w:sz w:val="26"/>
          <w:szCs w:val="26"/>
          <w:lang w:val="uk-UA"/>
        </w:rPr>
        <w:t>вул. Бічна,5 с. Керниця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04105" w:rsidRPr="001F59D4" w:rsidRDefault="00B0410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880E4E">
        <w:rPr>
          <w:rFonts w:ascii="Century" w:hAnsi="Century"/>
          <w:noProof/>
          <w:sz w:val="26"/>
          <w:szCs w:val="26"/>
          <w:lang w:val="uk-UA"/>
        </w:rPr>
        <w:t>Яремчук Марії Степанівні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B04105" w:rsidRPr="001F59D4" w:rsidRDefault="00B0410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4. Контроль за виконанням рішення покласти на відділ земельних відносин та постійну депутатську комісію міської ради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B04105" w:rsidRPr="001F59D4" w:rsidRDefault="00B04105" w:rsidP="00C114FE">
      <w:pPr>
        <w:rPr>
          <w:sz w:val="26"/>
          <w:szCs w:val="26"/>
        </w:rPr>
      </w:pPr>
    </w:p>
    <w:p w:rsidR="00B04105" w:rsidRDefault="00B04105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B04105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880E4E">
        <w:rPr>
          <w:rFonts w:ascii="Century" w:hAnsi="Century"/>
          <w:b/>
          <w:noProof/>
          <w:sz w:val="32"/>
          <w:szCs w:val="32"/>
          <w:lang w:val="uk-UA"/>
        </w:rPr>
        <w:t>28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B04105" w:rsidRPr="004C155E" w:rsidRDefault="00B04105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B04105" w:rsidRPr="008B4C26" w:rsidRDefault="00B04105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="00D733FC">
        <w:rPr>
          <w:rFonts w:ascii="Century" w:hAnsi="Century"/>
          <w:b/>
          <w:noProof/>
          <w:sz w:val="36"/>
          <w:szCs w:val="36"/>
          <w:lang w:val="uk-UA"/>
        </w:rPr>
        <w:t>23/28-5393</w:t>
      </w:r>
    </w:p>
    <w:p w:rsidR="00B04105" w:rsidRPr="001F59D4" w:rsidRDefault="00B04105" w:rsidP="002C2E00">
      <w:pPr>
        <w:rPr>
          <w:rFonts w:ascii="Century" w:hAnsi="Century"/>
          <w:sz w:val="26"/>
          <w:szCs w:val="26"/>
        </w:rPr>
      </w:pPr>
      <w:r w:rsidRPr="00880E4E">
        <w:rPr>
          <w:rFonts w:ascii="Century" w:hAnsi="Century"/>
          <w:noProof/>
          <w:sz w:val="26"/>
          <w:szCs w:val="26"/>
        </w:rPr>
        <w:t>9 лютого 2023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B04105" w:rsidRPr="001F59D4" w:rsidRDefault="00B04105" w:rsidP="00C114FE">
      <w:pPr>
        <w:rPr>
          <w:sz w:val="26"/>
          <w:szCs w:val="26"/>
        </w:rPr>
      </w:pPr>
    </w:p>
    <w:p w:rsidR="00B04105" w:rsidRPr="001F59D4" w:rsidRDefault="00B04105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Ковалику Василю Івановичу</w:t>
      </w:r>
      <w:r>
        <w:rPr>
          <w:rFonts w:ascii="Century" w:hAnsi="Century"/>
          <w:b/>
          <w:noProof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b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вул. Зелена, 13 с. Велика Калинка</w:t>
      </w:r>
    </w:p>
    <w:p w:rsidR="00B04105" w:rsidRPr="001F59D4" w:rsidRDefault="00B04105" w:rsidP="00C114FE">
      <w:pPr>
        <w:rPr>
          <w:sz w:val="26"/>
          <w:szCs w:val="26"/>
        </w:rPr>
      </w:pPr>
    </w:p>
    <w:p w:rsidR="00B04105" w:rsidRPr="001F59D4" w:rsidRDefault="00B04105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880E4E">
        <w:rPr>
          <w:rFonts w:ascii="Century" w:hAnsi="Century"/>
          <w:noProof/>
          <w:sz w:val="26"/>
          <w:szCs w:val="26"/>
          <w:lang w:val="uk-UA"/>
        </w:rPr>
        <w:t>Ковалику Василю Івановичу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rFonts w:ascii="Century" w:hAnsi="Century"/>
          <w:noProof/>
          <w:sz w:val="26"/>
          <w:szCs w:val="26"/>
          <w:lang w:val="uk-UA"/>
        </w:rPr>
        <w:t xml:space="preserve"> розташованої</w:t>
      </w:r>
      <w:r w:rsidRPr="00FF119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вул. Зелена, 13 с. Велика Калинка</w:t>
      </w:r>
      <w:r w:rsidRPr="001F59D4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>відповідну технічну документацію розроблену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ФОП Тимоць В.Я.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довкілля, міська рада </w:t>
      </w:r>
    </w:p>
    <w:p w:rsidR="00B04105" w:rsidRPr="001F59D4" w:rsidRDefault="00B04105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B04105" w:rsidRPr="001F59D4" w:rsidRDefault="00B04105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Ковалику Василю Івановичу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880E4E">
        <w:rPr>
          <w:rFonts w:ascii="Century" w:hAnsi="Century"/>
          <w:noProof/>
          <w:sz w:val="26"/>
          <w:szCs w:val="26"/>
          <w:lang w:val="uk-UA"/>
        </w:rPr>
        <w:t>0,2500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880E4E">
        <w:rPr>
          <w:rFonts w:ascii="Century" w:hAnsi="Century"/>
          <w:noProof/>
          <w:sz w:val="26"/>
          <w:szCs w:val="26"/>
          <w:lang w:val="uk-UA"/>
        </w:rPr>
        <w:t>4620983900:07:003:0012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880E4E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вул. Зелена, 13 с. Велика Калинка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04105" w:rsidRPr="001F59D4" w:rsidRDefault="00B0410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Ковалику Василю Івановичу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880E4E">
        <w:rPr>
          <w:rFonts w:ascii="Century" w:hAnsi="Century"/>
          <w:noProof/>
          <w:sz w:val="26"/>
          <w:szCs w:val="26"/>
          <w:lang w:val="uk-UA"/>
        </w:rPr>
        <w:t>0,2500</w:t>
      </w:r>
      <w:r w:rsidRPr="001F59D4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880E4E">
        <w:rPr>
          <w:rFonts w:ascii="Century" w:hAnsi="Century"/>
          <w:noProof/>
          <w:sz w:val="26"/>
          <w:szCs w:val="26"/>
          <w:lang w:val="uk-UA"/>
        </w:rPr>
        <w:t>4620983900:07:003:0012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</w:t>
      </w:r>
      <w:r>
        <w:rPr>
          <w:rFonts w:ascii="Century" w:hAnsi="Century"/>
          <w:sz w:val="26"/>
          <w:szCs w:val="26"/>
          <w:lang w:val="uk-UA"/>
        </w:rPr>
        <w:t xml:space="preserve">за адресою: </w:t>
      </w:r>
      <w:r w:rsidRPr="00880E4E">
        <w:rPr>
          <w:rFonts w:ascii="Century" w:hAnsi="Century"/>
          <w:noProof/>
          <w:sz w:val="26"/>
          <w:szCs w:val="26"/>
          <w:lang w:val="uk-UA"/>
        </w:rPr>
        <w:t>вул. Зелена, 13 с. Велика Калинка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04105" w:rsidRPr="001F59D4" w:rsidRDefault="00B0410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880E4E">
        <w:rPr>
          <w:rFonts w:ascii="Century" w:hAnsi="Century"/>
          <w:noProof/>
          <w:sz w:val="26"/>
          <w:szCs w:val="26"/>
          <w:lang w:val="uk-UA"/>
        </w:rPr>
        <w:t>Ковалику Василю Івановичу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B04105" w:rsidRPr="001F59D4" w:rsidRDefault="00B0410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4. Контроль за виконанням рішення покласти на відділ земельних відносин та постійну депутатську комісію міської ради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B04105" w:rsidRPr="001F59D4" w:rsidRDefault="00B04105" w:rsidP="00C114FE">
      <w:pPr>
        <w:rPr>
          <w:sz w:val="26"/>
          <w:szCs w:val="26"/>
        </w:rPr>
      </w:pPr>
    </w:p>
    <w:p w:rsidR="00B04105" w:rsidRDefault="00B04105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B04105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880E4E">
        <w:rPr>
          <w:rFonts w:ascii="Century" w:hAnsi="Century"/>
          <w:b/>
          <w:noProof/>
          <w:sz w:val="32"/>
          <w:szCs w:val="32"/>
          <w:lang w:val="uk-UA"/>
        </w:rPr>
        <w:t>28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B04105" w:rsidRPr="004C155E" w:rsidRDefault="00B04105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B04105" w:rsidRPr="008B4C26" w:rsidRDefault="00B04105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="00D733FC">
        <w:rPr>
          <w:rFonts w:ascii="Century" w:hAnsi="Century"/>
          <w:b/>
          <w:noProof/>
          <w:sz w:val="36"/>
          <w:szCs w:val="36"/>
          <w:lang w:val="uk-UA"/>
        </w:rPr>
        <w:t>23/28-5394</w:t>
      </w:r>
    </w:p>
    <w:p w:rsidR="00B04105" w:rsidRPr="001F59D4" w:rsidRDefault="00B04105" w:rsidP="002C2E00">
      <w:pPr>
        <w:rPr>
          <w:rFonts w:ascii="Century" w:hAnsi="Century"/>
          <w:sz w:val="26"/>
          <w:szCs w:val="26"/>
        </w:rPr>
      </w:pPr>
      <w:r w:rsidRPr="00880E4E">
        <w:rPr>
          <w:rFonts w:ascii="Century" w:hAnsi="Century"/>
          <w:noProof/>
          <w:sz w:val="26"/>
          <w:szCs w:val="26"/>
        </w:rPr>
        <w:t>9 лютого 2023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B04105" w:rsidRPr="001F59D4" w:rsidRDefault="00B04105" w:rsidP="00C114FE">
      <w:pPr>
        <w:rPr>
          <w:sz w:val="26"/>
          <w:szCs w:val="26"/>
        </w:rPr>
      </w:pPr>
    </w:p>
    <w:p w:rsidR="00B04105" w:rsidRPr="001F59D4" w:rsidRDefault="00B04105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Хомі Ганні Михайлівні</w:t>
      </w:r>
      <w:r>
        <w:rPr>
          <w:rFonts w:ascii="Century" w:hAnsi="Century"/>
          <w:b/>
          <w:noProof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b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вул. Нижня, 41 с. Добряни</w:t>
      </w:r>
    </w:p>
    <w:p w:rsidR="00B04105" w:rsidRPr="001F59D4" w:rsidRDefault="00B04105" w:rsidP="00C114FE">
      <w:pPr>
        <w:rPr>
          <w:sz w:val="26"/>
          <w:szCs w:val="26"/>
        </w:rPr>
      </w:pPr>
    </w:p>
    <w:p w:rsidR="00B04105" w:rsidRPr="001F59D4" w:rsidRDefault="00B04105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880E4E">
        <w:rPr>
          <w:rFonts w:ascii="Century" w:hAnsi="Century"/>
          <w:noProof/>
          <w:sz w:val="26"/>
          <w:szCs w:val="26"/>
          <w:lang w:val="uk-UA"/>
        </w:rPr>
        <w:t>Хомі Ганні Михайлівні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rFonts w:ascii="Century" w:hAnsi="Century"/>
          <w:noProof/>
          <w:sz w:val="26"/>
          <w:szCs w:val="26"/>
          <w:lang w:val="uk-UA"/>
        </w:rPr>
        <w:t xml:space="preserve"> розташованої</w:t>
      </w:r>
      <w:r w:rsidRPr="00FF119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вул. Нижня, 41 с. Добряни</w:t>
      </w:r>
      <w:r w:rsidRPr="001F59D4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>відповідну технічну документацію розроблену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ФОП Тимоць В.Я.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довкілля, міська рада </w:t>
      </w:r>
    </w:p>
    <w:p w:rsidR="00B04105" w:rsidRPr="001F59D4" w:rsidRDefault="00B04105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B04105" w:rsidRPr="001F59D4" w:rsidRDefault="00B04105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Хомі Ганні Михайлівні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880E4E">
        <w:rPr>
          <w:rFonts w:ascii="Century" w:hAnsi="Century"/>
          <w:noProof/>
          <w:sz w:val="26"/>
          <w:szCs w:val="26"/>
          <w:lang w:val="uk-UA"/>
        </w:rPr>
        <w:t>0,1857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880E4E">
        <w:rPr>
          <w:rFonts w:ascii="Century" w:hAnsi="Century"/>
          <w:noProof/>
          <w:sz w:val="26"/>
          <w:szCs w:val="26"/>
          <w:lang w:val="uk-UA"/>
        </w:rPr>
        <w:t>4620983000:27:008:0109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880E4E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вул. Нижня, 41 с. Добряни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04105" w:rsidRPr="001F59D4" w:rsidRDefault="00B0410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Хомі Ганні Михайлівні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880E4E">
        <w:rPr>
          <w:rFonts w:ascii="Century" w:hAnsi="Century"/>
          <w:noProof/>
          <w:sz w:val="26"/>
          <w:szCs w:val="26"/>
          <w:lang w:val="uk-UA"/>
        </w:rPr>
        <w:t>0,1857</w:t>
      </w:r>
      <w:r w:rsidRPr="001F59D4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880E4E">
        <w:rPr>
          <w:rFonts w:ascii="Century" w:hAnsi="Century"/>
          <w:noProof/>
          <w:sz w:val="26"/>
          <w:szCs w:val="26"/>
          <w:lang w:val="uk-UA"/>
        </w:rPr>
        <w:t>4620983000:27:008:0109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</w:t>
      </w:r>
      <w:r>
        <w:rPr>
          <w:rFonts w:ascii="Century" w:hAnsi="Century"/>
          <w:sz w:val="26"/>
          <w:szCs w:val="26"/>
          <w:lang w:val="uk-UA"/>
        </w:rPr>
        <w:t xml:space="preserve">за адресою: </w:t>
      </w:r>
      <w:r w:rsidRPr="00880E4E">
        <w:rPr>
          <w:rFonts w:ascii="Century" w:hAnsi="Century"/>
          <w:noProof/>
          <w:sz w:val="26"/>
          <w:szCs w:val="26"/>
          <w:lang w:val="uk-UA"/>
        </w:rPr>
        <w:t>вул. Нижня, 41 с. Добряни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04105" w:rsidRPr="001F59D4" w:rsidRDefault="00B0410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880E4E">
        <w:rPr>
          <w:rFonts w:ascii="Century" w:hAnsi="Century"/>
          <w:noProof/>
          <w:sz w:val="26"/>
          <w:szCs w:val="26"/>
          <w:lang w:val="uk-UA"/>
        </w:rPr>
        <w:t>Хомі Ганні Михайлівні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B04105" w:rsidRPr="001F59D4" w:rsidRDefault="00B0410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4. Контроль за виконанням рішення покласти на відділ земельних відносин та постійну депутатську комісію міської ради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B04105" w:rsidRPr="001F59D4" w:rsidRDefault="00B04105" w:rsidP="00C114FE">
      <w:pPr>
        <w:rPr>
          <w:sz w:val="26"/>
          <w:szCs w:val="26"/>
        </w:rPr>
      </w:pPr>
    </w:p>
    <w:p w:rsidR="00B04105" w:rsidRDefault="00B04105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B04105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880E4E">
        <w:rPr>
          <w:rFonts w:ascii="Century" w:hAnsi="Century"/>
          <w:b/>
          <w:noProof/>
          <w:sz w:val="32"/>
          <w:szCs w:val="32"/>
          <w:lang w:val="uk-UA"/>
        </w:rPr>
        <w:t>28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B04105" w:rsidRPr="004C155E" w:rsidRDefault="00B04105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B04105" w:rsidRPr="008B4C26" w:rsidRDefault="00B04105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="00D733FC">
        <w:rPr>
          <w:rFonts w:ascii="Century" w:hAnsi="Century"/>
          <w:b/>
          <w:noProof/>
          <w:sz w:val="36"/>
          <w:szCs w:val="36"/>
          <w:lang w:val="uk-UA"/>
        </w:rPr>
        <w:t>23/28-5395</w:t>
      </w:r>
    </w:p>
    <w:p w:rsidR="00B04105" w:rsidRPr="001F59D4" w:rsidRDefault="00B04105" w:rsidP="002C2E00">
      <w:pPr>
        <w:rPr>
          <w:rFonts w:ascii="Century" w:hAnsi="Century"/>
          <w:sz w:val="26"/>
          <w:szCs w:val="26"/>
        </w:rPr>
      </w:pPr>
      <w:r w:rsidRPr="00880E4E">
        <w:rPr>
          <w:rFonts w:ascii="Century" w:hAnsi="Century"/>
          <w:noProof/>
          <w:sz w:val="26"/>
          <w:szCs w:val="26"/>
        </w:rPr>
        <w:t>9 лютого 2023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B04105" w:rsidRPr="001F59D4" w:rsidRDefault="00B04105" w:rsidP="00C114FE">
      <w:pPr>
        <w:rPr>
          <w:sz w:val="26"/>
          <w:szCs w:val="26"/>
        </w:rPr>
      </w:pPr>
    </w:p>
    <w:p w:rsidR="00B04105" w:rsidRPr="001F59D4" w:rsidRDefault="00B04105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Вдович Мар'яні Михайлівні</w:t>
      </w:r>
      <w:r>
        <w:rPr>
          <w:rFonts w:ascii="Century" w:hAnsi="Century"/>
          <w:b/>
          <w:noProof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b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вул. Піддубна, 4 с. Бартатів</w:t>
      </w:r>
    </w:p>
    <w:p w:rsidR="00B04105" w:rsidRPr="001F59D4" w:rsidRDefault="00B04105" w:rsidP="00C114FE">
      <w:pPr>
        <w:rPr>
          <w:sz w:val="26"/>
          <w:szCs w:val="26"/>
        </w:rPr>
      </w:pPr>
    </w:p>
    <w:p w:rsidR="00B04105" w:rsidRPr="001F59D4" w:rsidRDefault="00B04105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880E4E">
        <w:rPr>
          <w:rFonts w:ascii="Century" w:hAnsi="Century"/>
          <w:noProof/>
          <w:sz w:val="26"/>
          <w:szCs w:val="26"/>
          <w:lang w:val="uk-UA"/>
        </w:rPr>
        <w:t>Вдович Мар'яні Михайлівні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rFonts w:ascii="Century" w:hAnsi="Century"/>
          <w:noProof/>
          <w:sz w:val="26"/>
          <w:szCs w:val="26"/>
          <w:lang w:val="uk-UA"/>
        </w:rPr>
        <w:t xml:space="preserve"> розташованої</w:t>
      </w:r>
      <w:r w:rsidRPr="00FF119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вул. Піддубна, 4 с. Бартатів</w:t>
      </w:r>
      <w:r w:rsidRPr="001F59D4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>відповідну технічну документацію розроблену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ФОП Тимоць В.Я.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довкілля, міська рада </w:t>
      </w:r>
    </w:p>
    <w:p w:rsidR="00B04105" w:rsidRPr="001F59D4" w:rsidRDefault="00B04105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B04105" w:rsidRPr="001F59D4" w:rsidRDefault="00B04105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Вдович Мар'яні Михайлівні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880E4E">
        <w:rPr>
          <w:rFonts w:ascii="Century" w:hAnsi="Century"/>
          <w:noProof/>
          <w:sz w:val="26"/>
          <w:szCs w:val="26"/>
          <w:lang w:val="uk-UA"/>
        </w:rPr>
        <w:t>0,2500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880E4E">
        <w:rPr>
          <w:rFonts w:ascii="Century" w:hAnsi="Century"/>
          <w:noProof/>
          <w:sz w:val="26"/>
          <w:szCs w:val="26"/>
          <w:lang w:val="uk-UA"/>
        </w:rPr>
        <w:t>4620980800:18:001:0078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880E4E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вул. Піддубна, 4 с. Бартатів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04105" w:rsidRPr="001F59D4" w:rsidRDefault="00B0410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Вдович Мар'яні Михайлівні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880E4E">
        <w:rPr>
          <w:rFonts w:ascii="Century" w:hAnsi="Century"/>
          <w:noProof/>
          <w:sz w:val="26"/>
          <w:szCs w:val="26"/>
          <w:lang w:val="uk-UA"/>
        </w:rPr>
        <w:t>0,2500</w:t>
      </w:r>
      <w:r w:rsidRPr="001F59D4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880E4E">
        <w:rPr>
          <w:rFonts w:ascii="Century" w:hAnsi="Century"/>
          <w:noProof/>
          <w:sz w:val="26"/>
          <w:szCs w:val="26"/>
          <w:lang w:val="uk-UA"/>
        </w:rPr>
        <w:t>4620980800:18:001:0078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</w:t>
      </w:r>
      <w:r>
        <w:rPr>
          <w:rFonts w:ascii="Century" w:hAnsi="Century"/>
          <w:sz w:val="26"/>
          <w:szCs w:val="26"/>
          <w:lang w:val="uk-UA"/>
        </w:rPr>
        <w:t xml:space="preserve">за адресою: </w:t>
      </w:r>
      <w:r w:rsidRPr="00880E4E">
        <w:rPr>
          <w:rFonts w:ascii="Century" w:hAnsi="Century"/>
          <w:noProof/>
          <w:sz w:val="26"/>
          <w:szCs w:val="26"/>
          <w:lang w:val="uk-UA"/>
        </w:rPr>
        <w:t>вул. Піддубна, 4 с. Бартатів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04105" w:rsidRPr="001F59D4" w:rsidRDefault="00B0410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880E4E">
        <w:rPr>
          <w:rFonts w:ascii="Century" w:hAnsi="Century"/>
          <w:noProof/>
          <w:sz w:val="26"/>
          <w:szCs w:val="26"/>
          <w:lang w:val="uk-UA"/>
        </w:rPr>
        <w:t>Вдович Мар'яні Михайлівні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B04105" w:rsidRPr="001F59D4" w:rsidRDefault="00B0410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4. Контроль за виконанням рішення покласти на відділ земельних відносин та постійну депутатську комісію міської ради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B04105" w:rsidRPr="001F59D4" w:rsidRDefault="00B04105" w:rsidP="00C114FE">
      <w:pPr>
        <w:rPr>
          <w:sz w:val="26"/>
          <w:szCs w:val="26"/>
        </w:rPr>
      </w:pPr>
    </w:p>
    <w:p w:rsidR="00B04105" w:rsidRDefault="00B04105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B04105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880E4E">
        <w:rPr>
          <w:rFonts w:ascii="Century" w:hAnsi="Century"/>
          <w:b/>
          <w:noProof/>
          <w:sz w:val="32"/>
          <w:szCs w:val="32"/>
          <w:lang w:val="uk-UA"/>
        </w:rPr>
        <w:t>28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B04105" w:rsidRPr="004C155E" w:rsidRDefault="00B04105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B04105" w:rsidRPr="008B4C26" w:rsidRDefault="00B04105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="00D733FC">
        <w:rPr>
          <w:rFonts w:ascii="Century" w:hAnsi="Century"/>
          <w:b/>
          <w:noProof/>
          <w:sz w:val="36"/>
          <w:szCs w:val="36"/>
          <w:lang w:val="uk-UA"/>
        </w:rPr>
        <w:t>23/28-5396</w:t>
      </w:r>
    </w:p>
    <w:p w:rsidR="00B04105" w:rsidRPr="001F59D4" w:rsidRDefault="00B04105" w:rsidP="002C2E00">
      <w:pPr>
        <w:rPr>
          <w:rFonts w:ascii="Century" w:hAnsi="Century"/>
          <w:sz w:val="26"/>
          <w:szCs w:val="26"/>
        </w:rPr>
      </w:pPr>
      <w:r w:rsidRPr="00880E4E">
        <w:rPr>
          <w:rFonts w:ascii="Century" w:hAnsi="Century"/>
          <w:noProof/>
          <w:sz w:val="26"/>
          <w:szCs w:val="26"/>
        </w:rPr>
        <w:t>9 лютого 2023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B04105" w:rsidRPr="001F59D4" w:rsidRDefault="00B04105" w:rsidP="00C114FE">
      <w:pPr>
        <w:rPr>
          <w:sz w:val="26"/>
          <w:szCs w:val="26"/>
        </w:rPr>
      </w:pPr>
    </w:p>
    <w:p w:rsidR="00B04105" w:rsidRPr="001F59D4" w:rsidRDefault="00B04105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Дацко Катерині Андріївні</w:t>
      </w:r>
      <w:r>
        <w:rPr>
          <w:rFonts w:ascii="Century" w:hAnsi="Century"/>
          <w:b/>
          <w:noProof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b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вул. Зелена,5 с. Галичани</w:t>
      </w:r>
    </w:p>
    <w:p w:rsidR="00B04105" w:rsidRPr="001F59D4" w:rsidRDefault="00B04105" w:rsidP="00C114FE">
      <w:pPr>
        <w:rPr>
          <w:sz w:val="26"/>
          <w:szCs w:val="26"/>
        </w:rPr>
      </w:pPr>
    </w:p>
    <w:p w:rsidR="00B04105" w:rsidRPr="001F59D4" w:rsidRDefault="00B04105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880E4E">
        <w:rPr>
          <w:rFonts w:ascii="Century" w:hAnsi="Century"/>
          <w:noProof/>
          <w:sz w:val="26"/>
          <w:szCs w:val="26"/>
          <w:lang w:val="uk-UA"/>
        </w:rPr>
        <w:t>Дацко Катерині Андріївні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rFonts w:ascii="Century" w:hAnsi="Century"/>
          <w:noProof/>
          <w:sz w:val="26"/>
          <w:szCs w:val="26"/>
          <w:lang w:val="uk-UA"/>
        </w:rPr>
        <w:t xml:space="preserve"> розташованої</w:t>
      </w:r>
      <w:r w:rsidRPr="00FF119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вул. Зелена,5 с. Галичани</w:t>
      </w:r>
      <w:r w:rsidRPr="001F59D4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>відповідну технічну документацію розроблену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ФОП Тимоць В.Я.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довкілля, міська рада </w:t>
      </w:r>
    </w:p>
    <w:p w:rsidR="00B04105" w:rsidRPr="001F59D4" w:rsidRDefault="00B04105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B04105" w:rsidRPr="001F59D4" w:rsidRDefault="00B04105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Дацко Катерині Андріївні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880E4E">
        <w:rPr>
          <w:rFonts w:ascii="Century" w:hAnsi="Century"/>
          <w:noProof/>
          <w:sz w:val="26"/>
          <w:szCs w:val="26"/>
          <w:lang w:val="uk-UA"/>
        </w:rPr>
        <w:t>0,1424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880E4E">
        <w:rPr>
          <w:rFonts w:ascii="Century" w:hAnsi="Century"/>
          <w:noProof/>
          <w:sz w:val="26"/>
          <w:szCs w:val="26"/>
          <w:lang w:val="uk-UA"/>
        </w:rPr>
        <w:t>4620981800:07:002:0041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880E4E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вул. Зелена,5 с. Галичани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04105" w:rsidRPr="001F59D4" w:rsidRDefault="00B0410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Дацко Катерині Андріївні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880E4E">
        <w:rPr>
          <w:rFonts w:ascii="Century" w:hAnsi="Century"/>
          <w:noProof/>
          <w:sz w:val="26"/>
          <w:szCs w:val="26"/>
          <w:lang w:val="uk-UA"/>
        </w:rPr>
        <w:t>0,1424</w:t>
      </w:r>
      <w:r w:rsidRPr="001F59D4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880E4E">
        <w:rPr>
          <w:rFonts w:ascii="Century" w:hAnsi="Century"/>
          <w:noProof/>
          <w:sz w:val="26"/>
          <w:szCs w:val="26"/>
          <w:lang w:val="uk-UA"/>
        </w:rPr>
        <w:t>4620981800:07:002:0041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</w:t>
      </w:r>
      <w:r>
        <w:rPr>
          <w:rFonts w:ascii="Century" w:hAnsi="Century"/>
          <w:sz w:val="26"/>
          <w:szCs w:val="26"/>
          <w:lang w:val="uk-UA"/>
        </w:rPr>
        <w:t xml:space="preserve">за адресою: </w:t>
      </w:r>
      <w:r w:rsidRPr="00880E4E">
        <w:rPr>
          <w:rFonts w:ascii="Century" w:hAnsi="Century"/>
          <w:noProof/>
          <w:sz w:val="26"/>
          <w:szCs w:val="26"/>
          <w:lang w:val="uk-UA"/>
        </w:rPr>
        <w:t>вул. Зелена,5 с. Галичани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04105" w:rsidRPr="001F59D4" w:rsidRDefault="00B0410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880E4E">
        <w:rPr>
          <w:rFonts w:ascii="Century" w:hAnsi="Century"/>
          <w:noProof/>
          <w:sz w:val="26"/>
          <w:szCs w:val="26"/>
          <w:lang w:val="uk-UA"/>
        </w:rPr>
        <w:t>Дацко Катерині Андріївні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B04105" w:rsidRPr="001F59D4" w:rsidRDefault="00B0410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4. Контроль за виконанням рішення покласти на відділ земельних відносин та постійну депутатську комісію міської ради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B04105" w:rsidRPr="001F59D4" w:rsidRDefault="00B04105" w:rsidP="00C114FE">
      <w:pPr>
        <w:rPr>
          <w:sz w:val="26"/>
          <w:szCs w:val="26"/>
        </w:rPr>
      </w:pPr>
    </w:p>
    <w:p w:rsidR="00B04105" w:rsidRDefault="00B04105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B04105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880E4E">
        <w:rPr>
          <w:rFonts w:ascii="Century" w:hAnsi="Century"/>
          <w:b/>
          <w:noProof/>
          <w:sz w:val="32"/>
          <w:szCs w:val="32"/>
          <w:lang w:val="uk-UA"/>
        </w:rPr>
        <w:t>28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B04105" w:rsidRPr="004C155E" w:rsidRDefault="00B04105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B04105" w:rsidRPr="008B4C26" w:rsidRDefault="00B04105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="00D733FC">
        <w:rPr>
          <w:rFonts w:ascii="Century" w:hAnsi="Century"/>
          <w:b/>
          <w:noProof/>
          <w:sz w:val="36"/>
          <w:szCs w:val="36"/>
          <w:lang w:val="uk-UA"/>
        </w:rPr>
        <w:t>23/28-5397</w:t>
      </w:r>
    </w:p>
    <w:p w:rsidR="00B04105" w:rsidRPr="001F59D4" w:rsidRDefault="00B04105" w:rsidP="002C2E00">
      <w:pPr>
        <w:rPr>
          <w:rFonts w:ascii="Century" w:hAnsi="Century"/>
          <w:sz w:val="26"/>
          <w:szCs w:val="26"/>
        </w:rPr>
      </w:pPr>
      <w:r w:rsidRPr="00880E4E">
        <w:rPr>
          <w:rFonts w:ascii="Century" w:hAnsi="Century"/>
          <w:noProof/>
          <w:sz w:val="26"/>
          <w:szCs w:val="26"/>
        </w:rPr>
        <w:t>9 лютого 2023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B04105" w:rsidRPr="001F59D4" w:rsidRDefault="00B04105" w:rsidP="00C114FE">
      <w:pPr>
        <w:rPr>
          <w:sz w:val="26"/>
          <w:szCs w:val="26"/>
        </w:rPr>
      </w:pPr>
    </w:p>
    <w:p w:rsidR="00B04105" w:rsidRPr="001F59D4" w:rsidRDefault="00B04105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Кромпащик Юлії Степанівні</w:t>
      </w:r>
      <w:r>
        <w:rPr>
          <w:rFonts w:ascii="Century" w:hAnsi="Century"/>
          <w:b/>
          <w:noProof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b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вул. Львівська, 3</w:t>
      </w:r>
      <w:r w:rsidR="00B25AB1">
        <w:rPr>
          <w:rFonts w:ascii="Century" w:hAnsi="Century"/>
          <w:b/>
          <w:noProof/>
          <w:sz w:val="26"/>
          <w:szCs w:val="26"/>
          <w:lang w:val="uk-UA"/>
        </w:rPr>
        <w:t>1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1 м. Городок</w:t>
      </w:r>
    </w:p>
    <w:p w:rsidR="00B04105" w:rsidRPr="001F59D4" w:rsidRDefault="00B04105" w:rsidP="00C114FE">
      <w:pPr>
        <w:rPr>
          <w:sz w:val="26"/>
          <w:szCs w:val="26"/>
        </w:rPr>
      </w:pPr>
    </w:p>
    <w:p w:rsidR="00B04105" w:rsidRPr="001F59D4" w:rsidRDefault="00B04105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880E4E">
        <w:rPr>
          <w:rFonts w:ascii="Century" w:hAnsi="Century"/>
          <w:noProof/>
          <w:sz w:val="26"/>
          <w:szCs w:val="26"/>
          <w:lang w:val="uk-UA"/>
        </w:rPr>
        <w:t>Кромпащик Юлії Степанівні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rFonts w:ascii="Century" w:hAnsi="Century"/>
          <w:noProof/>
          <w:sz w:val="26"/>
          <w:szCs w:val="26"/>
          <w:lang w:val="uk-UA"/>
        </w:rPr>
        <w:t xml:space="preserve"> розташованої</w:t>
      </w:r>
      <w:r w:rsidRPr="00FF119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="00B25AB1">
        <w:rPr>
          <w:rFonts w:ascii="Century" w:hAnsi="Century"/>
          <w:noProof/>
          <w:sz w:val="26"/>
          <w:szCs w:val="26"/>
          <w:lang w:val="uk-UA"/>
        </w:rPr>
        <w:t>вул. Львівська, 31</w:t>
      </w:r>
      <w:r w:rsidRPr="00880E4E">
        <w:rPr>
          <w:rFonts w:ascii="Century" w:hAnsi="Century"/>
          <w:noProof/>
          <w:sz w:val="26"/>
          <w:szCs w:val="26"/>
          <w:lang w:val="uk-UA"/>
        </w:rPr>
        <w:t>1 м. Городок</w:t>
      </w:r>
      <w:r w:rsidRPr="001F59D4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>відповідну технічну документацію розроблену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ТзОВ "ГЕО ВЕСТ СИСТЕМА"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довкілля, міська рада </w:t>
      </w:r>
    </w:p>
    <w:p w:rsidR="00B04105" w:rsidRPr="001F59D4" w:rsidRDefault="00B04105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B04105" w:rsidRPr="001F59D4" w:rsidRDefault="00B04105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Кромпащик Юлії Степанівні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880E4E">
        <w:rPr>
          <w:rFonts w:ascii="Century" w:hAnsi="Century"/>
          <w:noProof/>
          <w:sz w:val="26"/>
          <w:szCs w:val="26"/>
          <w:lang w:val="uk-UA"/>
        </w:rPr>
        <w:t>0,0697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880E4E">
        <w:rPr>
          <w:rFonts w:ascii="Century" w:hAnsi="Century"/>
          <w:noProof/>
          <w:sz w:val="26"/>
          <w:szCs w:val="26"/>
          <w:lang w:val="uk-UA"/>
        </w:rPr>
        <w:t>4620910100:29:020:0164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880E4E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вул. Львівська, 3</w:t>
      </w:r>
      <w:r w:rsidR="00B25AB1">
        <w:rPr>
          <w:rFonts w:ascii="Century" w:hAnsi="Century"/>
          <w:noProof/>
          <w:sz w:val="26"/>
          <w:szCs w:val="26"/>
          <w:lang w:val="uk-UA"/>
        </w:rPr>
        <w:t>1</w:t>
      </w:r>
      <w:r w:rsidRPr="00880E4E">
        <w:rPr>
          <w:rFonts w:ascii="Century" w:hAnsi="Century"/>
          <w:noProof/>
          <w:sz w:val="26"/>
          <w:szCs w:val="26"/>
          <w:lang w:val="uk-UA"/>
        </w:rPr>
        <w:t>1 м. Городок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04105" w:rsidRPr="001F59D4" w:rsidRDefault="00B0410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Кромпащик Юлії Степанівні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880E4E">
        <w:rPr>
          <w:rFonts w:ascii="Century" w:hAnsi="Century"/>
          <w:noProof/>
          <w:sz w:val="26"/>
          <w:szCs w:val="26"/>
          <w:lang w:val="uk-UA"/>
        </w:rPr>
        <w:t>0,0697</w:t>
      </w:r>
      <w:r w:rsidRPr="001F59D4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880E4E">
        <w:rPr>
          <w:rFonts w:ascii="Century" w:hAnsi="Century"/>
          <w:noProof/>
          <w:sz w:val="26"/>
          <w:szCs w:val="26"/>
          <w:lang w:val="uk-UA"/>
        </w:rPr>
        <w:t>4620910100:29:020:0164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</w:t>
      </w:r>
      <w:r>
        <w:rPr>
          <w:rFonts w:ascii="Century" w:hAnsi="Century"/>
          <w:sz w:val="26"/>
          <w:szCs w:val="26"/>
          <w:lang w:val="uk-UA"/>
        </w:rPr>
        <w:t xml:space="preserve">за адресою: </w:t>
      </w:r>
      <w:r w:rsidR="00B25AB1">
        <w:rPr>
          <w:rFonts w:ascii="Century" w:hAnsi="Century"/>
          <w:noProof/>
          <w:sz w:val="26"/>
          <w:szCs w:val="26"/>
          <w:lang w:val="uk-UA"/>
        </w:rPr>
        <w:t>вул. Львівська, 31</w:t>
      </w:r>
      <w:r w:rsidRPr="00880E4E">
        <w:rPr>
          <w:rFonts w:ascii="Century" w:hAnsi="Century"/>
          <w:noProof/>
          <w:sz w:val="26"/>
          <w:szCs w:val="26"/>
          <w:lang w:val="uk-UA"/>
        </w:rPr>
        <w:t>1 м. Городок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04105" w:rsidRPr="001F59D4" w:rsidRDefault="00B0410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880E4E">
        <w:rPr>
          <w:rFonts w:ascii="Century" w:hAnsi="Century"/>
          <w:noProof/>
          <w:sz w:val="26"/>
          <w:szCs w:val="26"/>
          <w:lang w:val="uk-UA"/>
        </w:rPr>
        <w:t>Кромпащик Юлії Степанівні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B04105" w:rsidRPr="001F59D4" w:rsidRDefault="00B0410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4. Контроль за виконанням рішення покласти на відділ земельних відносин та постійну депутатську комісію міської ради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B04105" w:rsidRPr="001F59D4" w:rsidRDefault="00B04105" w:rsidP="00C114FE">
      <w:pPr>
        <w:rPr>
          <w:sz w:val="26"/>
          <w:szCs w:val="26"/>
        </w:rPr>
      </w:pPr>
    </w:p>
    <w:p w:rsidR="00B04105" w:rsidRDefault="00B04105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B04105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880E4E">
        <w:rPr>
          <w:rFonts w:ascii="Century" w:hAnsi="Century"/>
          <w:b/>
          <w:noProof/>
          <w:sz w:val="32"/>
          <w:szCs w:val="32"/>
          <w:lang w:val="uk-UA"/>
        </w:rPr>
        <w:t>28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B04105" w:rsidRPr="004C155E" w:rsidRDefault="00B04105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B04105" w:rsidRPr="008B4C26" w:rsidRDefault="00B04105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="00D733FC">
        <w:rPr>
          <w:rFonts w:ascii="Century" w:hAnsi="Century"/>
          <w:b/>
          <w:noProof/>
          <w:sz w:val="36"/>
          <w:szCs w:val="36"/>
          <w:lang w:val="uk-UA"/>
        </w:rPr>
        <w:t>23/28-5398</w:t>
      </w:r>
    </w:p>
    <w:p w:rsidR="00B04105" w:rsidRPr="001F59D4" w:rsidRDefault="00B04105" w:rsidP="002C2E00">
      <w:pPr>
        <w:rPr>
          <w:rFonts w:ascii="Century" w:hAnsi="Century"/>
          <w:sz w:val="26"/>
          <w:szCs w:val="26"/>
        </w:rPr>
      </w:pPr>
      <w:r w:rsidRPr="00880E4E">
        <w:rPr>
          <w:rFonts w:ascii="Century" w:hAnsi="Century"/>
          <w:noProof/>
          <w:sz w:val="26"/>
          <w:szCs w:val="26"/>
        </w:rPr>
        <w:t>9 лютого 2023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B04105" w:rsidRPr="001F59D4" w:rsidRDefault="00B04105" w:rsidP="00C114FE">
      <w:pPr>
        <w:rPr>
          <w:sz w:val="26"/>
          <w:szCs w:val="26"/>
        </w:rPr>
      </w:pPr>
    </w:p>
    <w:p w:rsidR="00B04105" w:rsidRPr="001F59D4" w:rsidRDefault="00B04105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Бурді Катерині Михайлівні</w:t>
      </w:r>
      <w:r>
        <w:rPr>
          <w:rFonts w:ascii="Century" w:hAnsi="Century"/>
          <w:b/>
          <w:noProof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b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вул. Польова, 57 с. Артищів</w:t>
      </w:r>
    </w:p>
    <w:p w:rsidR="00B04105" w:rsidRPr="001F59D4" w:rsidRDefault="00B04105" w:rsidP="00C114FE">
      <w:pPr>
        <w:rPr>
          <w:sz w:val="26"/>
          <w:szCs w:val="26"/>
        </w:rPr>
      </w:pPr>
    </w:p>
    <w:p w:rsidR="00B04105" w:rsidRPr="001F59D4" w:rsidRDefault="00B04105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880E4E">
        <w:rPr>
          <w:rFonts w:ascii="Century" w:hAnsi="Century"/>
          <w:noProof/>
          <w:sz w:val="26"/>
          <w:szCs w:val="26"/>
          <w:lang w:val="uk-UA"/>
        </w:rPr>
        <w:t>Бурді Катерині Михайлівні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rFonts w:ascii="Century" w:hAnsi="Century"/>
          <w:noProof/>
          <w:sz w:val="26"/>
          <w:szCs w:val="26"/>
          <w:lang w:val="uk-UA"/>
        </w:rPr>
        <w:t xml:space="preserve"> розташованої</w:t>
      </w:r>
      <w:r w:rsidRPr="00FF119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вул. Польова, 57 с. Артищів</w:t>
      </w:r>
      <w:r w:rsidRPr="001F59D4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>відповідну технічну документацію розроблену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ТзОВ "ГЕО ВЕСТ СИСТЕМА"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довкілля, міська рада </w:t>
      </w:r>
    </w:p>
    <w:p w:rsidR="00B04105" w:rsidRPr="001F59D4" w:rsidRDefault="00B04105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B04105" w:rsidRPr="001F59D4" w:rsidRDefault="00B04105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Бурді Катерині Михайлівні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880E4E">
        <w:rPr>
          <w:rFonts w:ascii="Century" w:hAnsi="Century"/>
          <w:noProof/>
          <w:sz w:val="26"/>
          <w:szCs w:val="26"/>
          <w:lang w:val="uk-UA"/>
        </w:rPr>
        <w:t>0,2500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880E4E">
        <w:rPr>
          <w:rFonts w:ascii="Century" w:hAnsi="Century"/>
          <w:noProof/>
          <w:sz w:val="26"/>
          <w:szCs w:val="26"/>
          <w:lang w:val="uk-UA"/>
        </w:rPr>
        <w:t>4620983900:40:001:0070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880E4E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вул. Польова, 57 с. Артищів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04105" w:rsidRPr="001F59D4" w:rsidRDefault="00B0410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Бурді Катерині Михайлівні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880E4E">
        <w:rPr>
          <w:rFonts w:ascii="Century" w:hAnsi="Century"/>
          <w:noProof/>
          <w:sz w:val="26"/>
          <w:szCs w:val="26"/>
          <w:lang w:val="uk-UA"/>
        </w:rPr>
        <w:t>0,2500</w:t>
      </w:r>
      <w:r w:rsidRPr="001F59D4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880E4E">
        <w:rPr>
          <w:rFonts w:ascii="Century" w:hAnsi="Century"/>
          <w:noProof/>
          <w:sz w:val="26"/>
          <w:szCs w:val="26"/>
          <w:lang w:val="uk-UA"/>
        </w:rPr>
        <w:t>4620983900:40:001:0070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</w:t>
      </w:r>
      <w:r>
        <w:rPr>
          <w:rFonts w:ascii="Century" w:hAnsi="Century"/>
          <w:sz w:val="26"/>
          <w:szCs w:val="26"/>
          <w:lang w:val="uk-UA"/>
        </w:rPr>
        <w:t xml:space="preserve">за адресою: </w:t>
      </w:r>
      <w:r w:rsidRPr="00880E4E">
        <w:rPr>
          <w:rFonts w:ascii="Century" w:hAnsi="Century"/>
          <w:noProof/>
          <w:sz w:val="26"/>
          <w:szCs w:val="26"/>
          <w:lang w:val="uk-UA"/>
        </w:rPr>
        <w:t>вул. Польова, 57 с. Артищів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04105" w:rsidRPr="001F59D4" w:rsidRDefault="00B0410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880E4E">
        <w:rPr>
          <w:rFonts w:ascii="Century" w:hAnsi="Century"/>
          <w:noProof/>
          <w:sz w:val="26"/>
          <w:szCs w:val="26"/>
          <w:lang w:val="uk-UA"/>
        </w:rPr>
        <w:t>Бурді Катерині Михайлівні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B04105" w:rsidRPr="001F59D4" w:rsidRDefault="00B0410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4. Контроль за виконанням рішення покласти на відділ земельних відносин та постійну депутатську комісію міської ради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B04105" w:rsidRPr="001F59D4" w:rsidRDefault="00B04105" w:rsidP="00C114FE">
      <w:pPr>
        <w:rPr>
          <w:sz w:val="26"/>
          <w:szCs w:val="26"/>
        </w:rPr>
      </w:pPr>
    </w:p>
    <w:p w:rsidR="00B04105" w:rsidRDefault="00B04105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B04105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880E4E">
        <w:rPr>
          <w:rFonts w:ascii="Century" w:hAnsi="Century"/>
          <w:b/>
          <w:noProof/>
          <w:sz w:val="32"/>
          <w:szCs w:val="32"/>
          <w:lang w:val="uk-UA"/>
        </w:rPr>
        <w:t>28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B04105" w:rsidRPr="004C155E" w:rsidRDefault="00B04105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B04105" w:rsidRPr="008B4C26" w:rsidRDefault="00B04105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="00D733FC">
        <w:rPr>
          <w:rFonts w:ascii="Century" w:hAnsi="Century"/>
          <w:b/>
          <w:noProof/>
          <w:sz w:val="36"/>
          <w:szCs w:val="36"/>
          <w:lang w:val="uk-UA"/>
        </w:rPr>
        <w:t>23/28-5399</w:t>
      </w:r>
    </w:p>
    <w:p w:rsidR="00B04105" w:rsidRPr="001F59D4" w:rsidRDefault="00B04105" w:rsidP="002C2E00">
      <w:pPr>
        <w:rPr>
          <w:rFonts w:ascii="Century" w:hAnsi="Century"/>
          <w:sz w:val="26"/>
          <w:szCs w:val="26"/>
        </w:rPr>
      </w:pPr>
      <w:r w:rsidRPr="00880E4E">
        <w:rPr>
          <w:rFonts w:ascii="Century" w:hAnsi="Century"/>
          <w:noProof/>
          <w:sz w:val="26"/>
          <w:szCs w:val="26"/>
        </w:rPr>
        <w:t>9 лютого 2023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B04105" w:rsidRPr="001F59D4" w:rsidRDefault="00B04105" w:rsidP="00C114FE">
      <w:pPr>
        <w:rPr>
          <w:sz w:val="26"/>
          <w:szCs w:val="26"/>
        </w:rPr>
      </w:pPr>
    </w:p>
    <w:p w:rsidR="00B04105" w:rsidRPr="001F59D4" w:rsidRDefault="00B04105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Когуту Михайлу Степановичу</w:t>
      </w:r>
      <w:r>
        <w:rPr>
          <w:rFonts w:ascii="Century" w:hAnsi="Century"/>
          <w:b/>
          <w:noProof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b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вул. Садова, 17 с. Родатичі</w:t>
      </w:r>
    </w:p>
    <w:p w:rsidR="00B04105" w:rsidRPr="001F59D4" w:rsidRDefault="00B04105" w:rsidP="00C114FE">
      <w:pPr>
        <w:rPr>
          <w:sz w:val="26"/>
          <w:szCs w:val="26"/>
        </w:rPr>
      </w:pPr>
    </w:p>
    <w:p w:rsidR="00B04105" w:rsidRPr="001F59D4" w:rsidRDefault="00B04105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880E4E">
        <w:rPr>
          <w:rFonts w:ascii="Century" w:hAnsi="Century"/>
          <w:noProof/>
          <w:sz w:val="26"/>
          <w:szCs w:val="26"/>
          <w:lang w:val="uk-UA"/>
        </w:rPr>
        <w:t>Когуту Михайлу Степановичу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rFonts w:ascii="Century" w:hAnsi="Century"/>
          <w:noProof/>
          <w:sz w:val="26"/>
          <w:szCs w:val="26"/>
          <w:lang w:val="uk-UA"/>
        </w:rPr>
        <w:t xml:space="preserve"> розташованої</w:t>
      </w:r>
      <w:r w:rsidRPr="00FF119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вул. Садова, 17 с. Родатичі</w:t>
      </w:r>
      <w:r w:rsidRPr="001F59D4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>відповідну технічну документацію розроблену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ФОП Кульчицький Б.В.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довкілля, міська рада </w:t>
      </w:r>
    </w:p>
    <w:p w:rsidR="00B04105" w:rsidRPr="001F59D4" w:rsidRDefault="00B04105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B04105" w:rsidRPr="001F59D4" w:rsidRDefault="00B04105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Когуту Михайлу Степановичу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880E4E">
        <w:rPr>
          <w:rFonts w:ascii="Century" w:hAnsi="Century"/>
          <w:noProof/>
          <w:sz w:val="26"/>
          <w:szCs w:val="26"/>
          <w:lang w:val="uk-UA"/>
        </w:rPr>
        <w:t>0,2497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880E4E">
        <w:rPr>
          <w:rFonts w:ascii="Century" w:hAnsi="Century"/>
          <w:noProof/>
          <w:sz w:val="26"/>
          <w:szCs w:val="26"/>
          <w:lang w:val="uk-UA"/>
        </w:rPr>
        <w:t>4620987600:34:011:0066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880E4E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вул. Садова, 17 с. Родатичі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04105" w:rsidRPr="001F59D4" w:rsidRDefault="00B0410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Когуту Михайлу Степановичу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880E4E">
        <w:rPr>
          <w:rFonts w:ascii="Century" w:hAnsi="Century"/>
          <w:noProof/>
          <w:sz w:val="26"/>
          <w:szCs w:val="26"/>
          <w:lang w:val="uk-UA"/>
        </w:rPr>
        <w:t>0,2497</w:t>
      </w:r>
      <w:r w:rsidRPr="001F59D4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880E4E">
        <w:rPr>
          <w:rFonts w:ascii="Century" w:hAnsi="Century"/>
          <w:noProof/>
          <w:sz w:val="26"/>
          <w:szCs w:val="26"/>
          <w:lang w:val="uk-UA"/>
        </w:rPr>
        <w:t>4620987600:34:011:0066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</w:t>
      </w:r>
      <w:r>
        <w:rPr>
          <w:rFonts w:ascii="Century" w:hAnsi="Century"/>
          <w:sz w:val="26"/>
          <w:szCs w:val="26"/>
          <w:lang w:val="uk-UA"/>
        </w:rPr>
        <w:t xml:space="preserve">за адресою: </w:t>
      </w:r>
      <w:r w:rsidRPr="00880E4E">
        <w:rPr>
          <w:rFonts w:ascii="Century" w:hAnsi="Century"/>
          <w:noProof/>
          <w:sz w:val="26"/>
          <w:szCs w:val="26"/>
          <w:lang w:val="uk-UA"/>
        </w:rPr>
        <w:t>вул. Садова, 17 с. Родатичі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04105" w:rsidRPr="001F59D4" w:rsidRDefault="00B0410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880E4E">
        <w:rPr>
          <w:rFonts w:ascii="Century" w:hAnsi="Century"/>
          <w:noProof/>
          <w:sz w:val="26"/>
          <w:szCs w:val="26"/>
          <w:lang w:val="uk-UA"/>
        </w:rPr>
        <w:t>Когуту Михайлу Степановичу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B04105" w:rsidRPr="001F59D4" w:rsidRDefault="00B0410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4. Контроль за виконанням рішення покласти на відділ земельних відносин та постійну депутатську комісію міської ради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B04105" w:rsidRPr="001F59D4" w:rsidRDefault="00B04105" w:rsidP="00C114FE">
      <w:pPr>
        <w:rPr>
          <w:sz w:val="26"/>
          <w:szCs w:val="26"/>
        </w:rPr>
      </w:pPr>
    </w:p>
    <w:p w:rsidR="00B04105" w:rsidRDefault="00B04105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B04105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880E4E">
        <w:rPr>
          <w:rFonts w:ascii="Century" w:hAnsi="Century"/>
          <w:b/>
          <w:noProof/>
          <w:sz w:val="32"/>
          <w:szCs w:val="32"/>
          <w:lang w:val="uk-UA"/>
        </w:rPr>
        <w:t>28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B04105" w:rsidRPr="004C155E" w:rsidRDefault="00B04105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B04105" w:rsidRPr="008B4C26" w:rsidRDefault="00B04105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="00D733FC">
        <w:rPr>
          <w:rFonts w:ascii="Century" w:hAnsi="Century"/>
          <w:b/>
          <w:noProof/>
          <w:sz w:val="36"/>
          <w:szCs w:val="36"/>
          <w:lang w:val="uk-UA"/>
        </w:rPr>
        <w:t>23/28-5400</w:t>
      </w:r>
    </w:p>
    <w:p w:rsidR="00B04105" w:rsidRPr="001F59D4" w:rsidRDefault="00B04105" w:rsidP="002C2E00">
      <w:pPr>
        <w:rPr>
          <w:rFonts w:ascii="Century" w:hAnsi="Century"/>
          <w:sz w:val="26"/>
          <w:szCs w:val="26"/>
        </w:rPr>
      </w:pPr>
      <w:r w:rsidRPr="00880E4E">
        <w:rPr>
          <w:rFonts w:ascii="Century" w:hAnsi="Century"/>
          <w:noProof/>
          <w:sz w:val="26"/>
          <w:szCs w:val="26"/>
        </w:rPr>
        <w:t>9 лютого 2023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B04105" w:rsidRPr="001F59D4" w:rsidRDefault="00B04105" w:rsidP="00C114FE">
      <w:pPr>
        <w:rPr>
          <w:sz w:val="26"/>
          <w:szCs w:val="26"/>
        </w:rPr>
      </w:pPr>
    </w:p>
    <w:p w:rsidR="00B04105" w:rsidRPr="001F59D4" w:rsidRDefault="00B04105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Федик Надії Ігорівні</w:t>
      </w:r>
      <w:r>
        <w:rPr>
          <w:rFonts w:ascii="Century" w:hAnsi="Century"/>
          <w:b/>
          <w:noProof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b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вул. Центральна, 56 с. Речичани</w:t>
      </w:r>
    </w:p>
    <w:p w:rsidR="00B04105" w:rsidRPr="001F59D4" w:rsidRDefault="00B04105" w:rsidP="00C114FE">
      <w:pPr>
        <w:rPr>
          <w:sz w:val="26"/>
          <w:szCs w:val="26"/>
        </w:rPr>
      </w:pPr>
    </w:p>
    <w:p w:rsidR="00B04105" w:rsidRPr="001F59D4" w:rsidRDefault="00B04105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880E4E">
        <w:rPr>
          <w:rFonts w:ascii="Century" w:hAnsi="Century"/>
          <w:noProof/>
          <w:sz w:val="26"/>
          <w:szCs w:val="26"/>
          <w:lang w:val="uk-UA"/>
        </w:rPr>
        <w:t>Федик Надії Ігорівні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rFonts w:ascii="Century" w:hAnsi="Century"/>
          <w:noProof/>
          <w:sz w:val="26"/>
          <w:szCs w:val="26"/>
          <w:lang w:val="uk-UA"/>
        </w:rPr>
        <w:t xml:space="preserve"> розташованої</w:t>
      </w:r>
      <w:r w:rsidRPr="00FF119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вул. Центральна, 56 с. Речичани</w:t>
      </w:r>
      <w:r w:rsidRPr="001F59D4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>відповідну технічну документацію розроблену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ФОП Кульчицький Б.В.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довкілля, міська рада </w:t>
      </w:r>
    </w:p>
    <w:p w:rsidR="00B04105" w:rsidRPr="001F59D4" w:rsidRDefault="00B04105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B04105" w:rsidRPr="001F59D4" w:rsidRDefault="00B04105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Федик Надії Ігорівні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880E4E">
        <w:rPr>
          <w:rFonts w:ascii="Century" w:hAnsi="Century"/>
          <w:noProof/>
          <w:sz w:val="26"/>
          <w:szCs w:val="26"/>
          <w:lang w:val="uk-UA"/>
        </w:rPr>
        <w:t>0,1200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880E4E">
        <w:rPr>
          <w:rFonts w:ascii="Century" w:hAnsi="Century"/>
          <w:noProof/>
          <w:sz w:val="26"/>
          <w:szCs w:val="26"/>
          <w:lang w:val="uk-UA"/>
        </w:rPr>
        <w:t>4620987200:15:005:0085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880E4E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вул. Центральна, 56 с. Речичани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04105" w:rsidRPr="001F59D4" w:rsidRDefault="00B0410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Федик Надії Ігорівні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880E4E">
        <w:rPr>
          <w:rFonts w:ascii="Century" w:hAnsi="Century"/>
          <w:noProof/>
          <w:sz w:val="26"/>
          <w:szCs w:val="26"/>
          <w:lang w:val="uk-UA"/>
        </w:rPr>
        <w:t>0,1200</w:t>
      </w:r>
      <w:r w:rsidRPr="001F59D4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880E4E">
        <w:rPr>
          <w:rFonts w:ascii="Century" w:hAnsi="Century"/>
          <w:noProof/>
          <w:sz w:val="26"/>
          <w:szCs w:val="26"/>
          <w:lang w:val="uk-UA"/>
        </w:rPr>
        <w:t>4620987200:15:005:0085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</w:t>
      </w:r>
      <w:r>
        <w:rPr>
          <w:rFonts w:ascii="Century" w:hAnsi="Century"/>
          <w:sz w:val="26"/>
          <w:szCs w:val="26"/>
          <w:lang w:val="uk-UA"/>
        </w:rPr>
        <w:t xml:space="preserve">за адресою: </w:t>
      </w:r>
      <w:r w:rsidRPr="00880E4E">
        <w:rPr>
          <w:rFonts w:ascii="Century" w:hAnsi="Century"/>
          <w:noProof/>
          <w:sz w:val="26"/>
          <w:szCs w:val="26"/>
          <w:lang w:val="uk-UA"/>
        </w:rPr>
        <w:t>вул. Центральна, 56 с. Речичани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04105" w:rsidRPr="001F59D4" w:rsidRDefault="00B0410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880E4E">
        <w:rPr>
          <w:rFonts w:ascii="Century" w:hAnsi="Century"/>
          <w:noProof/>
          <w:sz w:val="26"/>
          <w:szCs w:val="26"/>
          <w:lang w:val="uk-UA"/>
        </w:rPr>
        <w:t>Федик Надії Ігорівні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B04105" w:rsidRPr="001F59D4" w:rsidRDefault="00B0410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4. Контроль за виконанням рішення покласти на відділ земельних відносин та постійну депутатську комісію міської ради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B04105" w:rsidRPr="001F59D4" w:rsidRDefault="00B04105" w:rsidP="00C114FE">
      <w:pPr>
        <w:rPr>
          <w:sz w:val="26"/>
          <w:szCs w:val="26"/>
        </w:rPr>
      </w:pPr>
    </w:p>
    <w:p w:rsidR="00B04105" w:rsidRDefault="00B04105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B04105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880E4E">
        <w:rPr>
          <w:rFonts w:ascii="Century" w:hAnsi="Century"/>
          <w:b/>
          <w:noProof/>
          <w:sz w:val="32"/>
          <w:szCs w:val="32"/>
          <w:lang w:val="uk-UA"/>
        </w:rPr>
        <w:t>28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B04105" w:rsidRPr="004C155E" w:rsidRDefault="00B04105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B04105" w:rsidRPr="008B4C26" w:rsidRDefault="00B04105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="00D733FC">
        <w:rPr>
          <w:rFonts w:ascii="Century" w:hAnsi="Century"/>
          <w:b/>
          <w:noProof/>
          <w:sz w:val="36"/>
          <w:szCs w:val="36"/>
          <w:lang w:val="uk-UA"/>
        </w:rPr>
        <w:t>23/28-5401</w:t>
      </w:r>
    </w:p>
    <w:p w:rsidR="00B04105" w:rsidRPr="001F59D4" w:rsidRDefault="00B04105" w:rsidP="002C2E00">
      <w:pPr>
        <w:rPr>
          <w:rFonts w:ascii="Century" w:hAnsi="Century"/>
          <w:sz w:val="26"/>
          <w:szCs w:val="26"/>
        </w:rPr>
      </w:pPr>
      <w:r w:rsidRPr="00880E4E">
        <w:rPr>
          <w:rFonts w:ascii="Century" w:hAnsi="Century"/>
          <w:noProof/>
          <w:sz w:val="26"/>
          <w:szCs w:val="26"/>
        </w:rPr>
        <w:t>9 лютого 2023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B04105" w:rsidRPr="001F59D4" w:rsidRDefault="00B04105" w:rsidP="00C114FE">
      <w:pPr>
        <w:rPr>
          <w:sz w:val="26"/>
          <w:szCs w:val="26"/>
        </w:rPr>
      </w:pPr>
    </w:p>
    <w:p w:rsidR="00B04105" w:rsidRPr="001F59D4" w:rsidRDefault="00B04105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Беш Світлані Ярославівні</w:t>
      </w:r>
      <w:r>
        <w:rPr>
          <w:rFonts w:ascii="Century" w:hAnsi="Century"/>
          <w:b/>
          <w:noProof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b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вул. Сонячна, 9 с. Долиняни</w:t>
      </w:r>
    </w:p>
    <w:p w:rsidR="00B04105" w:rsidRPr="001F59D4" w:rsidRDefault="00B04105" w:rsidP="00C114FE">
      <w:pPr>
        <w:rPr>
          <w:sz w:val="26"/>
          <w:szCs w:val="26"/>
        </w:rPr>
      </w:pPr>
    </w:p>
    <w:p w:rsidR="00B04105" w:rsidRPr="001F59D4" w:rsidRDefault="00B04105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880E4E">
        <w:rPr>
          <w:rFonts w:ascii="Century" w:hAnsi="Century"/>
          <w:noProof/>
          <w:sz w:val="26"/>
          <w:szCs w:val="26"/>
          <w:lang w:val="uk-UA"/>
        </w:rPr>
        <w:t>Беш Світлані Ярославівні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rFonts w:ascii="Century" w:hAnsi="Century"/>
          <w:noProof/>
          <w:sz w:val="26"/>
          <w:szCs w:val="26"/>
          <w:lang w:val="uk-UA"/>
        </w:rPr>
        <w:t xml:space="preserve"> розташованої</w:t>
      </w:r>
      <w:r w:rsidRPr="00FF119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вул. Сонячна, 9 с. Долиняни</w:t>
      </w:r>
      <w:r w:rsidRPr="001F59D4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>відповідну технічну документацію розроблену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ФОП Кульчицький Б.В.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довкілля, міська рада </w:t>
      </w:r>
    </w:p>
    <w:p w:rsidR="00B04105" w:rsidRPr="001F59D4" w:rsidRDefault="00B04105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B04105" w:rsidRPr="001F59D4" w:rsidRDefault="00B04105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Беш Світлані Ярославівні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880E4E">
        <w:rPr>
          <w:rFonts w:ascii="Century" w:hAnsi="Century"/>
          <w:noProof/>
          <w:sz w:val="26"/>
          <w:szCs w:val="26"/>
          <w:lang w:val="uk-UA"/>
        </w:rPr>
        <w:t>0,2500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880E4E">
        <w:rPr>
          <w:rFonts w:ascii="Century" w:hAnsi="Century"/>
          <w:noProof/>
          <w:sz w:val="26"/>
          <w:szCs w:val="26"/>
          <w:lang w:val="uk-UA"/>
        </w:rPr>
        <w:t>4620983300:22:003:0102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880E4E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вул. Сонячна, 9 с. Долиняни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04105" w:rsidRPr="001F59D4" w:rsidRDefault="00B0410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Беш Світлані Ярославівні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880E4E">
        <w:rPr>
          <w:rFonts w:ascii="Century" w:hAnsi="Century"/>
          <w:noProof/>
          <w:sz w:val="26"/>
          <w:szCs w:val="26"/>
          <w:lang w:val="uk-UA"/>
        </w:rPr>
        <w:t>0,2500</w:t>
      </w:r>
      <w:r w:rsidRPr="001F59D4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880E4E">
        <w:rPr>
          <w:rFonts w:ascii="Century" w:hAnsi="Century"/>
          <w:noProof/>
          <w:sz w:val="26"/>
          <w:szCs w:val="26"/>
          <w:lang w:val="uk-UA"/>
        </w:rPr>
        <w:t>4620983300:22:003:0102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</w:t>
      </w:r>
      <w:r>
        <w:rPr>
          <w:rFonts w:ascii="Century" w:hAnsi="Century"/>
          <w:sz w:val="26"/>
          <w:szCs w:val="26"/>
          <w:lang w:val="uk-UA"/>
        </w:rPr>
        <w:t xml:space="preserve">за адресою: </w:t>
      </w:r>
      <w:r w:rsidRPr="00880E4E">
        <w:rPr>
          <w:rFonts w:ascii="Century" w:hAnsi="Century"/>
          <w:noProof/>
          <w:sz w:val="26"/>
          <w:szCs w:val="26"/>
          <w:lang w:val="uk-UA"/>
        </w:rPr>
        <w:t>вул. Сонячна, 9 с. Долиняни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04105" w:rsidRPr="001F59D4" w:rsidRDefault="00B0410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880E4E">
        <w:rPr>
          <w:rFonts w:ascii="Century" w:hAnsi="Century"/>
          <w:noProof/>
          <w:sz w:val="26"/>
          <w:szCs w:val="26"/>
          <w:lang w:val="uk-UA"/>
        </w:rPr>
        <w:t>Беш Світлані Ярославівні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B04105" w:rsidRPr="001F59D4" w:rsidRDefault="00B0410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4. Контроль за виконанням рішення покласти на відділ земельних відносин та постійну депутатську комісію міської ради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B04105" w:rsidRPr="001F59D4" w:rsidRDefault="00B04105" w:rsidP="00C114FE">
      <w:pPr>
        <w:rPr>
          <w:sz w:val="26"/>
          <w:szCs w:val="26"/>
        </w:rPr>
      </w:pPr>
    </w:p>
    <w:p w:rsidR="00B04105" w:rsidRDefault="00B04105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B04105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880E4E">
        <w:rPr>
          <w:rFonts w:ascii="Century" w:hAnsi="Century"/>
          <w:b/>
          <w:noProof/>
          <w:sz w:val="32"/>
          <w:szCs w:val="32"/>
          <w:lang w:val="uk-UA"/>
        </w:rPr>
        <w:t>28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B04105" w:rsidRPr="004C155E" w:rsidRDefault="00B04105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B04105" w:rsidRPr="008B4C26" w:rsidRDefault="00B04105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="00D733FC">
        <w:rPr>
          <w:rFonts w:ascii="Century" w:hAnsi="Century"/>
          <w:b/>
          <w:noProof/>
          <w:sz w:val="36"/>
          <w:szCs w:val="36"/>
          <w:lang w:val="uk-UA"/>
        </w:rPr>
        <w:t>23/28-5402</w:t>
      </w:r>
    </w:p>
    <w:p w:rsidR="00B04105" w:rsidRPr="001F59D4" w:rsidRDefault="00B04105" w:rsidP="002C2E00">
      <w:pPr>
        <w:rPr>
          <w:rFonts w:ascii="Century" w:hAnsi="Century"/>
          <w:sz w:val="26"/>
          <w:szCs w:val="26"/>
        </w:rPr>
      </w:pPr>
      <w:r w:rsidRPr="00880E4E">
        <w:rPr>
          <w:rFonts w:ascii="Century" w:hAnsi="Century"/>
          <w:noProof/>
          <w:sz w:val="26"/>
          <w:szCs w:val="26"/>
        </w:rPr>
        <w:t>9 лютого 2023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B04105" w:rsidRPr="001F59D4" w:rsidRDefault="00B04105" w:rsidP="00C114FE">
      <w:pPr>
        <w:rPr>
          <w:sz w:val="26"/>
          <w:szCs w:val="26"/>
        </w:rPr>
      </w:pPr>
    </w:p>
    <w:p w:rsidR="00B04105" w:rsidRPr="001F59D4" w:rsidRDefault="00B04105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Гельмис Марії Михайлівні</w:t>
      </w:r>
      <w:r>
        <w:rPr>
          <w:rFonts w:ascii="Century" w:hAnsi="Century"/>
          <w:b/>
          <w:noProof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b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вул. Львівська,16 с. Галичани</w:t>
      </w:r>
    </w:p>
    <w:p w:rsidR="00B04105" w:rsidRPr="001F59D4" w:rsidRDefault="00B04105" w:rsidP="00C114FE">
      <w:pPr>
        <w:rPr>
          <w:sz w:val="26"/>
          <w:szCs w:val="26"/>
        </w:rPr>
      </w:pPr>
    </w:p>
    <w:p w:rsidR="00B04105" w:rsidRPr="001F59D4" w:rsidRDefault="00B04105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880E4E">
        <w:rPr>
          <w:rFonts w:ascii="Century" w:hAnsi="Century"/>
          <w:noProof/>
          <w:sz w:val="26"/>
          <w:szCs w:val="26"/>
          <w:lang w:val="uk-UA"/>
        </w:rPr>
        <w:t>Гельмис Марії Михайлівні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rFonts w:ascii="Century" w:hAnsi="Century"/>
          <w:noProof/>
          <w:sz w:val="26"/>
          <w:szCs w:val="26"/>
          <w:lang w:val="uk-UA"/>
        </w:rPr>
        <w:t xml:space="preserve"> розташованої</w:t>
      </w:r>
      <w:r w:rsidRPr="00FF119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вул. Львівська,16 с. Галичани</w:t>
      </w:r>
      <w:r w:rsidRPr="001F59D4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>відповідну технічну документацію розроблену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ФОП Кульчицький Б.В.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довкілля, міська рада </w:t>
      </w:r>
    </w:p>
    <w:p w:rsidR="00B04105" w:rsidRPr="001F59D4" w:rsidRDefault="00B04105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B04105" w:rsidRPr="001F59D4" w:rsidRDefault="00B04105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Гельмис Марії Михайлівні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880E4E">
        <w:rPr>
          <w:rFonts w:ascii="Century" w:hAnsi="Century"/>
          <w:noProof/>
          <w:sz w:val="26"/>
          <w:szCs w:val="26"/>
          <w:lang w:val="uk-UA"/>
        </w:rPr>
        <w:t>0,1251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880E4E">
        <w:rPr>
          <w:rFonts w:ascii="Century" w:hAnsi="Century"/>
          <w:noProof/>
          <w:sz w:val="26"/>
          <w:szCs w:val="26"/>
          <w:lang w:val="uk-UA"/>
        </w:rPr>
        <w:t>4620981800:07:006:0043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880E4E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вул. Львівська,16 с. Галичани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04105" w:rsidRPr="001F59D4" w:rsidRDefault="00B0410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Гельмис Марії Михайлівні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880E4E">
        <w:rPr>
          <w:rFonts w:ascii="Century" w:hAnsi="Century"/>
          <w:noProof/>
          <w:sz w:val="26"/>
          <w:szCs w:val="26"/>
          <w:lang w:val="uk-UA"/>
        </w:rPr>
        <w:t>0,1251</w:t>
      </w:r>
      <w:r w:rsidRPr="001F59D4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880E4E">
        <w:rPr>
          <w:rFonts w:ascii="Century" w:hAnsi="Century"/>
          <w:noProof/>
          <w:sz w:val="26"/>
          <w:szCs w:val="26"/>
          <w:lang w:val="uk-UA"/>
        </w:rPr>
        <w:t>4620981800:07:006:0043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</w:t>
      </w:r>
      <w:r>
        <w:rPr>
          <w:rFonts w:ascii="Century" w:hAnsi="Century"/>
          <w:sz w:val="26"/>
          <w:szCs w:val="26"/>
          <w:lang w:val="uk-UA"/>
        </w:rPr>
        <w:t xml:space="preserve">за адресою: </w:t>
      </w:r>
      <w:r w:rsidRPr="00880E4E">
        <w:rPr>
          <w:rFonts w:ascii="Century" w:hAnsi="Century"/>
          <w:noProof/>
          <w:sz w:val="26"/>
          <w:szCs w:val="26"/>
          <w:lang w:val="uk-UA"/>
        </w:rPr>
        <w:t>вул. Львівська,16 с. Галичани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04105" w:rsidRPr="001F59D4" w:rsidRDefault="00B0410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880E4E">
        <w:rPr>
          <w:rFonts w:ascii="Century" w:hAnsi="Century"/>
          <w:noProof/>
          <w:sz w:val="26"/>
          <w:szCs w:val="26"/>
          <w:lang w:val="uk-UA"/>
        </w:rPr>
        <w:t>Гельмис Марії Михайлівні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B04105" w:rsidRPr="001F59D4" w:rsidRDefault="00B0410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4. Контроль за виконанням рішення покласти на відділ земельних відносин та постійну депутатську комісію міської ради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B04105" w:rsidRPr="001F59D4" w:rsidRDefault="00B04105" w:rsidP="00C114FE">
      <w:pPr>
        <w:rPr>
          <w:sz w:val="26"/>
          <w:szCs w:val="26"/>
        </w:rPr>
      </w:pPr>
    </w:p>
    <w:p w:rsidR="00B04105" w:rsidRDefault="00B04105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B04105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880E4E">
        <w:rPr>
          <w:rFonts w:ascii="Century" w:hAnsi="Century"/>
          <w:b/>
          <w:noProof/>
          <w:sz w:val="32"/>
          <w:szCs w:val="32"/>
          <w:lang w:val="uk-UA"/>
        </w:rPr>
        <w:t>28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B04105" w:rsidRPr="004C155E" w:rsidRDefault="00B04105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B04105" w:rsidRPr="008B4C26" w:rsidRDefault="00B04105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="00D733FC">
        <w:rPr>
          <w:rFonts w:ascii="Century" w:hAnsi="Century"/>
          <w:b/>
          <w:noProof/>
          <w:sz w:val="36"/>
          <w:szCs w:val="36"/>
          <w:lang w:val="uk-UA"/>
        </w:rPr>
        <w:t>23/28-5403</w:t>
      </w:r>
    </w:p>
    <w:p w:rsidR="00B04105" w:rsidRPr="001F59D4" w:rsidRDefault="00B04105" w:rsidP="002C2E00">
      <w:pPr>
        <w:rPr>
          <w:rFonts w:ascii="Century" w:hAnsi="Century"/>
          <w:sz w:val="26"/>
          <w:szCs w:val="26"/>
        </w:rPr>
      </w:pPr>
      <w:r w:rsidRPr="00880E4E">
        <w:rPr>
          <w:rFonts w:ascii="Century" w:hAnsi="Century"/>
          <w:noProof/>
          <w:sz w:val="26"/>
          <w:szCs w:val="26"/>
        </w:rPr>
        <w:t>9 лютого 2023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B04105" w:rsidRPr="001F59D4" w:rsidRDefault="00B04105" w:rsidP="00C114FE">
      <w:pPr>
        <w:rPr>
          <w:sz w:val="26"/>
          <w:szCs w:val="26"/>
        </w:rPr>
      </w:pPr>
    </w:p>
    <w:p w:rsidR="00B04105" w:rsidRPr="001F59D4" w:rsidRDefault="00B04105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Квацялі Володимиру Ярославовичу</w:t>
      </w:r>
      <w:r>
        <w:rPr>
          <w:rFonts w:ascii="Century" w:hAnsi="Century"/>
          <w:b/>
          <w:noProof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b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вул. Верхнє Твердопілля, 13 с. Речичани</w:t>
      </w:r>
    </w:p>
    <w:p w:rsidR="00B04105" w:rsidRPr="001F59D4" w:rsidRDefault="00B04105" w:rsidP="00C114FE">
      <w:pPr>
        <w:rPr>
          <w:sz w:val="26"/>
          <w:szCs w:val="26"/>
        </w:rPr>
      </w:pPr>
    </w:p>
    <w:p w:rsidR="00B04105" w:rsidRPr="001F59D4" w:rsidRDefault="00B04105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880E4E">
        <w:rPr>
          <w:rFonts w:ascii="Century" w:hAnsi="Century"/>
          <w:noProof/>
          <w:sz w:val="26"/>
          <w:szCs w:val="26"/>
          <w:lang w:val="uk-UA"/>
        </w:rPr>
        <w:t>Квацялі Володимиру Ярославовичу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rFonts w:ascii="Century" w:hAnsi="Century"/>
          <w:noProof/>
          <w:sz w:val="26"/>
          <w:szCs w:val="26"/>
          <w:lang w:val="uk-UA"/>
        </w:rPr>
        <w:t xml:space="preserve"> розташованої</w:t>
      </w:r>
      <w:r w:rsidRPr="00FF119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вул. Верхнє Твердопілля, 13 с. Речичани</w:t>
      </w:r>
      <w:r w:rsidRPr="001F59D4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>відповідну технічну документацію розроблену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ФОП Кульчицький Б.В.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довкілля, міська рада </w:t>
      </w:r>
    </w:p>
    <w:p w:rsidR="00B04105" w:rsidRPr="001F59D4" w:rsidRDefault="00B04105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B04105" w:rsidRPr="001F59D4" w:rsidRDefault="00B04105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Квацялі Володимиру Ярославовичу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880E4E">
        <w:rPr>
          <w:rFonts w:ascii="Century" w:hAnsi="Century"/>
          <w:noProof/>
          <w:sz w:val="26"/>
          <w:szCs w:val="26"/>
          <w:lang w:val="uk-UA"/>
        </w:rPr>
        <w:t>0,1823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880E4E">
        <w:rPr>
          <w:rFonts w:ascii="Century" w:hAnsi="Century"/>
          <w:noProof/>
          <w:sz w:val="26"/>
          <w:szCs w:val="26"/>
          <w:lang w:val="uk-UA"/>
        </w:rPr>
        <w:t>4620987200:15:005:0083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880E4E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вул. Верхнє Твердопілля, 13 с. Речичани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04105" w:rsidRPr="001F59D4" w:rsidRDefault="00B0410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Квацялі Володимиру Ярославовичу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880E4E">
        <w:rPr>
          <w:rFonts w:ascii="Century" w:hAnsi="Century"/>
          <w:noProof/>
          <w:sz w:val="26"/>
          <w:szCs w:val="26"/>
          <w:lang w:val="uk-UA"/>
        </w:rPr>
        <w:t>0,1823</w:t>
      </w:r>
      <w:r w:rsidRPr="001F59D4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880E4E">
        <w:rPr>
          <w:rFonts w:ascii="Century" w:hAnsi="Century"/>
          <w:noProof/>
          <w:sz w:val="26"/>
          <w:szCs w:val="26"/>
          <w:lang w:val="uk-UA"/>
        </w:rPr>
        <w:t>4620987200:15:005:0083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</w:t>
      </w:r>
      <w:r>
        <w:rPr>
          <w:rFonts w:ascii="Century" w:hAnsi="Century"/>
          <w:sz w:val="26"/>
          <w:szCs w:val="26"/>
          <w:lang w:val="uk-UA"/>
        </w:rPr>
        <w:t xml:space="preserve">за адресою: </w:t>
      </w:r>
      <w:r w:rsidRPr="00880E4E">
        <w:rPr>
          <w:rFonts w:ascii="Century" w:hAnsi="Century"/>
          <w:noProof/>
          <w:sz w:val="26"/>
          <w:szCs w:val="26"/>
          <w:lang w:val="uk-UA"/>
        </w:rPr>
        <w:t>вул. Верхнє Твердопілля, 13 с. Речичани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04105" w:rsidRPr="001F59D4" w:rsidRDefault="00B0410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880E4E">
        <w:rPr>
          <w:rFonts w:ascii="Century" w:hAnsi="Century"/>
          <w:noProof/>
          <w:sz w:val="26"/>
          <w:szCs w:val="26"/>
          <w:lang w:val="uk-UA"/>
        </w:rPr>
        <w:t>Квацялі Володимиру Ярославовичу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B04105" w:rsidRPr="001F59D4" w:rsidRDefault="00B0410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4. Контроль за виконанням рішення покласти на відділ земельних відносин та постійну депутатську комісію міської ради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B04105" w:rsidRPr="001F59D4" w:rsidRDefault="00B04105" w:rsidP="00C114FE">
      <w:pPr>
        <w:rPr>
          <w:sz w:val="26"/>
          <w:szCs w:val="26"/>
        </w:rPr>
      </w:pPr>
    </w:p>
    <w:p w:rsidR="00B04105" w:rsidRDefault="00B04105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B04105" w:rsidSect="00B04105">
          <w:pgSz w:w="11906" w:h="16838"/>
          <w:pgMar w:top="510" w:right="850" w:bottom="568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880E4E">
        <w:rPr>
          <w:rFonts w:ascii="Century" w:hAnsi="Century"/>
          <w:b/>
          <w:noProof/>
          <w:sz w:val="32"/>
          <w:szCs w:val="32"/>
          <w:lang w:val="uk-UA"/>
        </w:rPr>
        <w:t>28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B04105" w:rsidRPr="004C155E" w:rsidRDefault="00B04105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B04105" w:rsidRPr="008B4C26" w:rsidRDefault="00B04105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="00D733FC">
        <w:rPr>
          <w:rFonts w:ascii="Century" w:hAnsi="Century"/>
          <w:b/>
          <w:noProof/>
          <w:sz w:val="36"/>
          <w:szCs w:val="36"/>
          <w:lang w:val="uk-UA"/>
        </w:rPr>
        <w:t>23/28-5404</w:t>
      </w:r>
    </w:p>
    <w:p w:rsidR="00B04105" w:rsidRPr="001F59D4" w:rsidRDefault="00B04105" w:rsidP="002C2E00">
      <w:pPr>
        <w:rPr>
          <w:rFonts w:ascii="Century" w:hAnsi="Century"/>
          <w:sz w:val="26"/>
          <w:szCs w:val="26"/>
        </w:rPr>
      </w:pPr>
      <w:r w:rsidRPr="00880E4E">
        <w:rPr>
          <w:rFonts w:ascii="Century" w:hAnsi="Century"/>
          <w:noProof/>
          <w:sz w:val="26"/>
          <w:szCs w:val="26"/>
        </w:rPr>
        <w:t>9 лютого 2023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B04105" w:rsidRPr="001F59D4" w:rsidRDefault="00B04105" w:rsidP="00C114FE">
      <w:pPr>
        <w:rPr>
          <w:sz w:val="26"/>
          <w:szCs w:val="26"/>
        </w:rPr>
      </w:pPr>
    </w:p>
    <w:p w:rsidR="00B04105" w:rsidRPr="001F59D4" w:rsidRDefault="00B04105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Павлику Мирославу Михайловичу</w:t>
      </w:r>
      <w:r>
        <w:rPr>
          <w:rFonts w:ascii="Century" w:hAnsi="Century"/>
          <w:b/>
          <w:noProof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b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вул. І.Франка, 32, с. Мшана</w:t>
      </w:r>
    </w:p>
    <w:p w:rsidR="00B04105" w:rsidRPr="001F59D4" w:rsidRDefault="00B04105" w:rsidP="00C114FE">
      <w:pPr>
        <w:rPr>
          <w:sz w:val="26"/>
          <w:szCs w:val="26"/>
        </w:rPr>
      </w:pPr>
    </w:p>
    <w:p w:rsidR="00B04105" w:rsidRPr="001F59D4" w:rsidRDefault="00B04105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880E4E">
        <w:rPr>
          <w:rFonts w:ascii="Century" w:hAnsi="Century"/>
          <w:noProof/>
          <w:sz w:val="26"/>
          <w:szCs w:val="26"/>
          <w:lang w:val="uk-UA"/>
        </w:rPr>
        <w:t>Павлику Мирославу Михайловичу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rFonts w:ascii="Century" w:hAnsi="Century"/>
          <w:noProof/>
          <w:sz w:val="26"/>
          <w:szCs w:val="26"/>
          <w:lang w:val="uk-UA"/>
        </w:rPr>
        <w:t xml:space="preserve"> розташованої</w:t>
      </w:r>
      <w:r w:rsidRPr="00FF119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вул. І.Франка, 32, с. Мшана</w:t>
      </w:r>
      <w:r w:rsidRPr="001F59D4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>відповідну технічну документацію розроблену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ПП "Інформаційний кадастровий центр"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довкілля, міська рада </w:t>
      </w:r>
    </w:p>
    <w:p w:rsidR="00B04105" w:rsidRPr="001F59D4" w:rsidRDefault="00B04105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B04105" w:rsidRPr="001F59D4" w:rsidRDefault="00B04105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Павлику Мирославу Михайловичу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880E4E">
        <w:rPr>
          <w:rFonts w:ascii="Century" w:hAnsi="Century"/>
          <w:noProof/>
          <w:sz w:val="26"/>
          <w:szCs w:val="26"/>
          <w:lang w:val="uk-UA"/>
        </w:rPr>
        <w:t>0,1067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880E4E">
        <w:rPr>
          <w:rFonts w:ascii="Century" w:hAnsi="Century"/>
          <w:noProof/>
          <w:sz w:val="26"/>
          <w:szCs w:val="26"/>
          <w:lang w:val="uk-UA"/>
        </w:rPr>
        <w:t>4620985600:12:021:0145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880E4E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вул. І.Франка, 32, с. Мшана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04105" w:rsidRPr="001F59D4" w:rsidRDefault="00B0410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Павлику Мирославу Михайловичу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880E4E">
        <w:rPr>
          <w:rFonts w:ascii="Century" w:hAnsi="Century"/>
          <w:noProof/>
          <w:sz w:val="26"/>
          <w:szCs w:val="26"/>
          <w:lang w:val="uk-UA"/>
        </w:rPr>
        <w:t>0,1067</w:t>
      </w:r>
      <w:r w:rsidRPr="001F59D4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880E4E">
        <w:rPr>
          <w:rFonts w:ascii="Century" w:hAnsi="Century"/>
          <w:noProof/>
          <w:sz w:val="26"/>
          <w:szCs w:val="26"/>
          <w:lang w:val="uk-UA"/>
        </w:rPr>
        <w:t>4620985600:12:021:0145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</w:t>
      </w:r>
      <w:r>
        <w:rPr>
          <w:rFonts w:ascii="Century" w:hAnsi="Century"/>
          <w:sz w:val="26"/>
          <w:szCs w:val="26"/>
          <w:lang w:val="uk-UA"/>
        </w:rPr>
        <w:t xml:space="preserve">за адресою: </w:t>
      </w:r>
      <w:r w:rsidRPr="00880E4E">
        <w:rPr>
          <w:rFonts w:ascii="Century" w:hAnsi="Century"/>
          <w:noProof/>
          <w:sz w:val="26"/>
          <w:szCs w:val="26"/>
          <w:lang w:val="uk-UA"/>
        </w:rPr>
        <w:t>вул. І.Франка, 32, с. Мшана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04105" w:rsidRPr="001F59D4" w:rsidRDefault="00B0410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880E4E">
        <w:rPr>
          <w:rFonts w:ascii="Century" w:hAnsi="Century"/>
          <w:noProof/>
          <w:sz w:val="26"/>
          <w:szCs w:val="26"/>
          <w:lang w:val="uk-UA"/>
        </w:rPr>
        <w:t>Павлику Мирославу Михайловичу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B04105" w:rsidRPr="001F59D4" w:rsidRDefault="00B0410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4. Контроль за виконанням рішення покласти на відділ земельних відносин та постійну депутатську комісію міської ради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B04105" w:rsidRPr="001F59D4" w:rsidRDefault="00B04105" w:rsidP="00C114FE">
      <w:pPr>
        <w:rPr>
          <w:sz w:val="26"/>
          <w:szCs w:val="26"/>
        </w:rPr>
      </w:pPr>
    </w:p>
    <w:p w:rsidR="00B04105" w:rsidRDefault="00B04105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B04105" w:rsidSect="00B04105">
          <w:pgSz w:w="11906" w:h="16838"/>
          <w:pgMar w:top="510" w:right="850" w:bottom="568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880E4E">
        <w:rPr>
          <w:rFonts w:ascii="Century" w:hAnsi="Century"/>
          <w:b/>
          <w:noProof/>
          <w:sz w:val="32"/>
          <w:szCs w:val="32"/>
          <w:lang w:val="uk-UA"/>
        </w:rPr>
        <w:t>28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B04105" w:rsidRPr="004C155E" w:rsidRDefault="00B04105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B04105" w:rsidRPr="008B4C26" w:rsidRDefault="00B04105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="00D733FC">
        <w:rPr>
          <w:rFonts w:ascii="Century" w:hAnsi="Century"/>
          <w:b/>
          <w:noProof/>
          <w:sz w:val="36"/>
          <w:szCs w:val="36"/>
          <w:lang w:val="uk-UA"/>
        </w:rPr>
        <w:t>23/28-5405</w:t>
      </w:r>
    </w:p>
    <w:p w:rsidR="00B04105" w:rsidRPr="001F59D4" w:rsidRDefault="00B04105" w:rsidP="002C2E00">
      <w:pPr>
        <w:rPr>
          <w:rFonts w:ascii="Century" w:hAnsi="Century"/>
          <w:sz w:val="26"/>
          <w:szCs w:val="26"/>
        </w:rPr>
      </w:pPr>
      <w:r w:rsidRPr="00880E4E">
        <w:rPr>
          <w:rFonts w:ascii="Century" w:hAnsi="Century"/>
          <w:noProof/>
          <w:sz w:val="26"/>
          <w:szCs w:val="26"/>
        </w:rPr>
        <w:t>9 лютого 2023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B04105" w:rsidRPr="001F59D4" w:rsidRDefault="00B04105" w:rsidP="00C114FE">
      <w:pPr>
        <w:rPr>
          <w:sz w:val="26"/>
          <w:szCs w:val="26"/>
        </w:rPr>
      </w:pPr>
    </w:p>
    <w:p w:rsidR="00B04105" w:rsidRPr="001F59D4" w:rsidRDefault="00B04105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Телюк Богдані Ярославівні</w:t>
      </w:r>
      <w:r>
        <w:rPr>
          <w:rFonts w:ascii="Century" w:hAnsi="Century"/>
          <w:b/>
          <w:noProof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b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вул. Львівська, 235 м. Городок</w:t>
      </w:r>
    </w:p>
    <w:p w:rsidR="00B04105" w:rsidRPr="001F59D4" w:rsidRDefault="00B04105" w:rsidP="00C114FE">
      <w:pPr>
        <w:rPr>
          <w:sz w:val="26"/>
          <w:szCs w:val="26"/>
        </w:rPr>
      </w:pPr>
    </w:p>
    <w:p w:rsidR="00B04105" w:rsidRPr="001F59D4" w:rsidRDefault="00B04105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880E4E">
        <w:rPr>
          <w:rFonts w:ascii="Century" w:hAnsi="Century"/>
          <w:noProof/>
          <w:sz w:val="26"/>
          <w:szCs w:val="26"/>
          <w:lang w:val="uk-UA"/>
        </w:rPr>
        <w:t>Телюк Богдані Ярославівні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rFonts w:ascii="Century" w:hAnsi="Century"/>
          <w:noProof/>
          <w:sz w:val="26"/>
          <w:szCs w:val="26"/>
          <w:lang w:val="uk-UA"/>
        </w:rPr>
        <w:t xml:space="preserve"> розташованої</w:t>
      </w:r>
      <w:r w:rsidRPr="00FF119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вул. Львівська, 235 м. Городок</w:t>
      </w:r>
      <w:r w:rsidRPr="001F59D4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>відповідну технічну документацію розроблену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ФОП Лех І.Р.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довкілля, міська рада </w:t>
      </w:r>
    </w:p>
    <w:p w:rsidR="00B04105" w:rsidRPr="001F59D4" w:rsidRDefault="00B04105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B04105" w:rsidRPr="001F59D4" w:rsidRDefault="00B04105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Телюк Богдані Ярославівні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880E4E">
        <w:rPr>
          <w:rFonts w:ascii="Century" w:hAnsi="Century"/>
          <w:noProof/>
          <w:sz w:val="26"/>
          <w:szCs w:val="26"/>
          <w:lang w:val="uk-UA"/>
        </w:rPr>
        <w:t>0,0356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880E4E">
        <w:rPr>
          <w:rFonts w:ascii="Century" w:hAnsi="Century"/>
          <w:noProof/>
          <w:sz w:val="26"/>
          <w:szCs w:val="26"/>
          <w:lang w:val="uk-UA"/>
        </w:rPr>
        <w:t>4620910100:29:019:0152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880E4E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вул. Львівська, 235 м. Городок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04105" w:rsidRPr="001F59D4" w:rsidRDefault="00B0410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Телюк Богдані Ярославівні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880E4E">
        <w:rPr>
          <w:rFonts w:ascii="Century" w:hAnsi="Century"/>
          <w:noProof/>
          <w:sz w:val="26"/>
          <w:szCs w:val="26"/>
          <w:lang w:val="uk-UA"/>
        </w:rPr>
        <w:t>0,0356</w:t>
      </w:r>
      <w:r w:rsidRPr="001F59D4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880E4E">
        <w:rPr>
          <w:rFonts w:ascii="Century" w:hAnsi="Century"/>
          <w:noProof/>
          <w:sz w:val="26"/>
          <w:szCs w:val="26"/>
          <w:lang w:val="uk-UA"/>
        </w:rPr>
        <w:t>4620910100:29:019:0152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</w:t>
      </w:r>
      <w:r>
        <w:rPr>
          <w:rFonts w:ascii="Century" w:hAnsi="Century"/>
          <w:sz w:val="26"/>
          <w:szCs w:val="26"/>
          <w:lang w:val="uk-UA"/>
        </w:rPr>
        <w:t xml:space="preserve">за адресою: </w:t>
      </w:r>
      <w:r w:rsidRPr="00880E4E">
        <w:rPr>
          <w:rFonts w:ascii="Century" w:hAnsi="Century"/>
          <w:noProof/>
          <w:sz w:val="26"/>
          <w:szCs w:val="26"/>
          <w:lang w:val="uk-UA"/>
        </w:rPr>
        <w:t>вул. Львівська, 235 м. Городок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04105" w:rsidRPr="001F59D4" w:rsidRDefault="00B0410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880E4E">
        <w:rPr>
          <w:rFonts w:ascii="Century" w:hAnsi="Century"/>
          <w:noProof/>
          <w:sz w:val="26"/>
          <w:szCs w:val="26"/>
          <w:lang w:val="uk-UA"/>
        </w:rPr>
        <w:t>Телюк Богдані Ярославівні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B04105" w:rsidRPr="001F59D4" w:rsidRDefault="00B0410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4. Контроль за виконанням рішення покласти на відділ земельних відносин та постійну депутатську комісію міської ради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B04105" w:rsidRPr="001F59D4" w:rsidRDefault="00B04105" w:rsidP="00C114FE">
      <w:pPr>
        <w:rPr>
          <w:sz w:val="26"/>
          <w:szCs w:val="26"/>
        </w:rPr>
      </w:pPr>
    </w:p>
    <w:p w:rsidR="00B04105" w:rsidRDefault="00B04105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B04105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880E4E">
        <w:rPr>
          <w:rFonts w:ascii="Century" w:hAnsi="Century"/>
          <w:b/>
          <w:noProof/>
          <w:sz w:val="32"/>
          <w:szCs w:val="32"/>
          <w:lang w:val="uk-UA"/>
        </w:rPr>
        <w:t>28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B04105" w:rsidRPr="004C155E" w:rsidRDefault="00B04105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B04105" w:rsidRPr="008B4C26" w:rsidRDefault="00B04105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="00D733FC">
        <w:rPr>
          <w:rFonts w:ascii="Century" w:hAnsi="Century"/>
          <w:b/>
          <w:noProof/>
          <w:sz w:val="36"/>
          <w:szCs w:val="36"/>
          <w:lang w:val="uk-UA"/>
        </w:rPr>
        <w:t>23/28-5406</w:t>
      </w:r>
    </w:p>
    <w:p w:rsidR="00B04105" w:rsidRPr="001F59D4" w:rsidRDefault="00B04105" w:rsidP="002C2E00">
      <w:pPr>
        <w:rPr>
          <w:rFonts w:ascii="Century" w:hAnsi="Century"/>
          <w:sz w:val="26"/>
          <w:szCs w:val="26"/>
        </w:rPr>
      </w:pPr>
      <w:r w:rsidRPr="00880E4E">
        <w:rPr>
          <w:rFonts w:ascii="Century" w:hAnsi="Century"/>
          <w:noProof/>
          <w:sz w:val="26"/>
          <w:szCs w:val="26"/>
        </w:rPr>
        <w:t>9 лютого 2023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B04105" w:rsidRPr="001F59D4" w:rsidRDefault="00B04105" w:rsidP="00C114FE">
      <w:pPr>
        <w:rPr>
          <w:sz w:val="26"/>
          <w:szCs w:val="26"/>
        </w:rPr>
      </w:pPr>
    </w:p>
    <w:p w:rsidR="00B04105" w:rsidRPr="001F59D4" w:rsidRDefault="00B04105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Стець Ользі Павлівні</w:t>
      </w:r>
      <w:r>
        <w:rPr>
          <w:rFonts w:ascii="Century" w:hAnsi="Century"/>
          <w:b/>
          <w:noProof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b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вул. Нижня, 3, с. Добряни</w:t>
      </w:r>
    </w:p>
    <w:p w:rsidR="00B04105" w:rsidRPr="001F59D4" w:rsidRDefault="00B04105" w:rsidP="00C114FE">
      <w:pPr>
        <w:rPr>
          <w:sz w:val="26"/>
          <w:szCs w:val="26"/>
        </w:rPr>
      </w:pPr>
    </w:p>
    <w:p w:rsidR="00B04105" w:rsidRPr="001F59D4" w:rsidRDefault="00B04105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880E4E">
        <w:rPr>
          <w:rFonts w:ascii="Century" w:hAnsi="Century"/>
          <w:noProof/>
          <w:sz w:val="26"/>
          <w:szCs w:val="26"/>
          <w:lang w:val="uk-UA"/>
        </w:rPr>
        <w:t>Стець Ользі Павлівні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rFonts w:ascii="Century" w:hAnsi="Century"/>
          <w:noProof/>
          <w:sz w:val="26"/>
          <w:szCs w:val="26"/>
          <w:lang w:val="uk-UA"/>
        </w:rPr>
        <w:t xml:space="preserve"> розташованої</w:t>
      </w:r>
      <w:r w:rsidRPr="00FF119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вул. Нижня, 3, с. Добряни</w:t>
      </w:r>
      <w:r w:rsidRPr="001F59D4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>відповідну технічну документацію розроблену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ФОП Кульчицький Б.В.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довкілля, міська рада </w:t>
      </w:r>
    </w:p>
    <w:p w:rsidR="00B04105" w:rsidRPr="001F59D4" w:rsidRDefault="00B04105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B04105" w:rsidRPr="001F59D4" w:rsidRDefault="00B04105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Стець Ользі Павлівні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880E4E">
        <w:rPr>
          <w:rFonts w:ascii="Century" w:hAnsi="Century"/>
          <w:noProof/>
          <w:sz w:val="26"/>
          <w:szCs w:val="26"/>
          <w:lang w:val="uk-UA"/>
        </w:rPr>
        <w:t>0,2500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880E4E">
        <w:rPr>
          <w:rFonts w:ascii="Century" w:hAnsi="Century"/>
          <w:noProof/>
          <w:sz w:val="26"/>
          <w:szCs w:val="26"/>
          <w:lang w:val="uk-UA"/>
        </w:rPr>
        <w:t>4620983000:27:008:0106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880E4E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вул. Нижня, 3, с. Добряни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04105" w:rsidRPr="001F59D4" w:rsidRDefault="00B0410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Стець Ользі Павлівні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880E4E">
        <w:rPr>
          <w:rFonts w:ascii="Century" w:hAnsi="Century"/>
          <w:noProof/>
          <w:sz w:val="26"/>
          <w:szCs w:val="26"/>
          <w:lang w:val="uk-UA"/>
        </w:rPr>
        <w:t>0,2500</w:t>
      </w:r>
      <w:r w:rsidRPr="001F59D4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880E4E">
        <w:rPr>
          <w:rFonts w:ascii="Century" w:hAnsi="Century"/>
          <w:noProof/>
          <w:sz w:val="26"/>
          <w:szCs w:val="26"/>
          <w:lang w:val="uk-UA"/>
        </w:rPr>
        <w:t>4620983000:27:008:0106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</w:t>
      </w:r>
      <w:r>
        <w:rPr>
          <w:rFonts w:ascii="Century" w:hAnsi="Century"/>
          <w:sz w:val="26"/>
          <w:szCs w:val="26"/>
          <w:lang w:val="uk-UA"/>
        </w:rPr>
        <w:t xml:space="preserve">за адресою: </w:t>
      </w:r>
      <w:r w:rsidRPr="00880E4E">
        <w:rPr>
          <w:rFonts w:ascii="Century" w:hAnsi="Century"/>
          <w:noProof/>
          <w:sz w:val="26"/>
          <w:szCs w:val="26"/>
          <w:lang w:val="uk-UA"/>
        </w:rPr>
        <w:t>вул. Нижня, 3, с. Добряни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04105" w:rsidRPr="001F59D4" w:rsidRDefault="00B0410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880E4E">
        <w:rPr>
          <w:rFonts w:ascii="Century" w:hAnsi="Century"/>
          <w:noProof/>
          <w:sz w:val="26"/>
          <w:szCs w:val="26"/>
          <w:lang w:val="uk-UA"/>
        </w:rPr>
        <w:t>Стець Ользі Павлівні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B04105" w:rsidRPr="001F59D4" w:rsidRDefault="00B0410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4. Контроль за виконанням рішення покласти на відділ земельних відносин та постійну депутатську комісію міської ради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B04105" w:rsidRPr="001F59D4" w:rsidRDefault="00B04105" w:rsidP="00C114FE">
      <w:pPr>
        <w:rPr>
          <w:sz w:val="26"/>
          <w:szCs w:val="26"/>
        </w:rPr>
      </w:pPr>
    </w:p>
    <w:p w:rsidR="00B04105" w:rsidRDefault="00B04105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B04105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880E4E">
        <w:rPr>
          <w:rFonts w:ascii="Century" w:hAnsi="Century"/>
          <w:b/>
          <w:noProof/>
          <w:sz w:val="32"/>
          <w:szCs w:val="32"/>
          <w:lang w:val="uk-UA"/>
        </w:rPr>
        <w:t>28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B04105" w:rsidRPr="004C155E" w:rsidRDefault="00B04105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B04105" w:rsidRPr="008B4C26" w:rsidRDefault="00B04105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="00D733FC">
        <w:rPr>
          <w:rFonts w:ascii="Century" w:hAnsi="Century"/>
          <w:b/>
          <w:noProof/>
          <w:sz w:val="36"/>
          <w:szCs w:val="36"/>
          <w:lang w:val="uk-UA"/>
        </w:rPr>
        <w:t>23/28-5407</w:t>
      </w:r>
    </w:p>
    <w:p w:rsidR="00B04105" w:rsidRPr="001F59D4" w:rsidRDefault="00B04105" w:rsidP="002C2E00">
      <w:pPr>
        <w:rPr>
          <w:rFonts w:ascii="Century" w:hAnsi="Century"/>
          <w:sz w:val="26"/>
          <w:szCs w:val="26"/>
        </w:rPr>
      </w:pPr>
      <w:r w:rsidRPr="00880E4E">
        <w:rPr>
          <w:rFonts w:ascii="Century" w:hAnsi="Century"/>
          <w:noProof/>
          <w:sz w:val="26"/>
          <w:szCs w:val="26"/>
        </w:rPr>
        <w:t>9 лютого 2023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B04105" w:rsidRPr="001F59D4" w:rsidRDefault="00B04105" w:rsidP="00C114FE">
      <w:pPr>
        <w:rPr>
          <w:sz w:val="26"/>
          <w:szCs w:val="26"/>
        </w:rPr>
      </w:pPr>
    </w:p>
    <w:p w:rsidR="00B04105" w:rsidRPr="001F59D4" w:rsidRDefault="00B04105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Гапачило Софії Іванівні</w:t>
      </w:r>
      <w:r>
        <w:rPr>
          <w:rFonts w:ascii="Century" w:hAnsi="Century"/>
          <w:b/>
          <w:noProof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b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вул. Вербова, 10, с. Угри</w:t>
      </w:r>
    </w:p>
    <w:p w:rsidR="00B04105" w:rsidRPr="001F59D4" w:rsidRDefault="00B04105" w:rsidP="00C114FE">
      <w:pPr>
        <w:rPr>
          <w:sz w:val="26"/>
          <w:szCs w:val="26"/>
        </w:rPr>
      </w:pPr>
    </w:p>
    <w:p w:rsidR="00B04105" w:rsidRPr="001F59D4" w:rsidRDefault="00B04105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880E4E">
        <w:rPr>
          <w:rFonts w:ascii="Century" w:hAnsi="Century"/>
          <w:noProof/>
          <w:sz w:val="26"/>
          <w:szCs w:val="26"/>
          <w:lang w:val="uk-UA"/>
        </w:rPr>
        <w:t>Гапачило Софії Іванівні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rFonts w:ascii="Century" w:hAnsi="Century"/>
          <w:noProof/>
          <w:sz w:val="26"/>
          <w:szCs w:val="26"/>
          <w:lang w:val="uk-UA"/>
        </w:rPr>
        <w:t xml:space="preserve"> розташованої</w:t>
      </w:r>
      <w:r w:rsidRPr="00FF119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вул. Вербова, 10, с. Угри</w:t>
      </w:r>
      <w:r w:rsidRPr="001F59D4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>відповідну технічну документацію розроблену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ФОП Кульчицький Б.В.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довкілля, міська рада </w:t>
      </w:r>
    </w:p>
    <w:p w:rsidR="00B04105" w:rsidRPr="001F59D4" w:rsidRDefault="00B04105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B04105" w:rsidRPr="001F59D4" w:rsidRDefault="00B04105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Гапачило Софії Іванівні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880E4E">
        <w:rPr>
          <w:rFonts w:ascii="Century" w:hAnsi="Century"/>
          <w:noProof/>
          <w:sz w:val="26"/>
          <w:szCs w:val="26"/>
          <w:lang w:val="uk-UA"/>
        </w:rPr>
        <w:t>0,2500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880E4E">
        <w:rPr>
          <w:rFonts w:ascii="Century" w:hAnsi="Century"/>
          <w:noProof/>
          <w:sz w:val="26"/>
          <w:szCs w:val="26"/>
          <w:lang w:val="uk-UA"/>
        </w:rPr>
        <w:t>4620988000:21:014:0074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880E4E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вул. Вербова, 10, с. Угри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04105" w:rsidRPr="001F59D4" w:rsidRDefault="00B0410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Гапачило Софії Іванівні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880E4E">
        <w:rPr>
          <w:rFonts w:ascii="Century" w:hAnsi="Century"/>
          <w:noProof/>
          <w:sz w:val="26"/>
          <w:szCs w:val="26"/>
          <w:lang w:val="uk-UA"/>
        </w:rPr>
        <w:t>0,2500</w:t>
      </w:r>
      <w:r w:rsidRPr="001F59D4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880E4E">
        <w:rPr>
          <w:rFonts w:ascii="Century" w:hAnsi="Century"/>
          <w:noProof/>
          <w:sz w:val="26"/>
          <w:szCs w:val="26"/>
          <w:lang w:val="uk-UA"/>
        </w:rPr>
        <w:t>4620988000:21:014:0074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</w:t>
      </w:r>
      <w:r>
        <w:rPr>
          <w:rFonts w:ascii="Century" w:hAnsi="Century"/>
          <w:sz w:val="26"/>
          <w:szCs w:val="26"/>
          <w:lang w:val="uk-UA"/>
        </w:rPr>
        <w:t xml:space="preserve">за адресою: </w:t>
      </w:r>
      <w:r w:rsidRPr="00880E4E">
        <w:rPr>
          <w:rFonts w:ascii="Century" w:hAnsi="Century"/>
          <w:noProof/>
          <w:sz w:val="26"/>
          <w:szCs w:val="26"/>
          <w:lang w:val="uk-UA"/>
        </w:rPr>
        <w:t>вул. Вербова, 10, с. Угри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04105" w:rsidRPr="001F59D4" w:rsidRDefault="00B0410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880E4E">
        <w:rPr>
          <w:rFonts w:ascii="Century" w:hAnsi="Century"/>
          <w:noProof/>
          <w:sz w:val="26"/>
          <w:szCs w:val="26"/>
          <w:lang w:val="uk-UA"/>
        </w:rPr>
        <w:t>Гапачило Софії Іванівні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B04105" w:rsidRPr="001F59D4" w:rsidRDefault="00B0410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4. Контроль за виконанням рішення покласти на відділ земельних відносин та постійну депутатську комісію міської ради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B04105" w:rsidRPr="001F59D4" w:rsidRDefault="00B04105" w:rsidP="00C114FE">
      <w:pPr>
        <w:rPr>
          <w:sz w:val="26"/>
          <w:szCs w:val="26"/>
        </w:rPr>
      </w:pPr>
    </w:p>
    <w:p w:rsidR="00B04105" w:rsidRDefault="00B04105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B04105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880E4E">
        <w:rPr>
          <w:rFonts w:ascii="Century" w:hAnsi="Century"/>
          <w:b/>
          <w:noProof/>
          <w:sz w:val="32"/>
          <w:szCs w:val="32"/>
          <w:lang w:val="uk-UA"/>
        </w:rPr>
        <w:t>28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B04105" w:rsidRPr="004C155E" w:rsidRDefault="00B04105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B04105" w:rsidRPr="008B4C26" w:rsidRDefault="00B04105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="00D733FC">
        <w:rPr>
          <w:rFonts w:ascii="Century" w:hAnsi="Century"/>
          <w:b/>
          <w:noProof/>
          <w:sz w:val="36"/>
          <w:szCs w:val="36"/>
          <w:lang w:val="uk-UA"/>
        </w:rPr>
        <w:t>23/28-5408</w:t>
      </w:r>
    </w:p>
    <w:p w:rsidR="00B04105" w:rsidRPr="001F59D4" w:rsidRDefault="00B04105" w:rsidP="002C2E00">
      <w:pPr>
        <w:rPr>
          <w:rFonts w:ascii="Century" w:hAnsi="Century"/>
          <w:sz w:val="26"/>
          <w:szCs w:val="26"/>
        </w:rPr>
      </w:pPr>
      <w:r w:rsidRPr="00880E4E">
        <w:rPr>
          <w:rFonts w:ascii="Century" w:hAnsi="Century"/>
          <w:noProof/>
          <w:sz w:val="26"/>
          <w:szCs w:val="26"/>
        </w:rPr>
        <w:t>9 лютого 2023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B04105" w:rsidRPr="001F59D4" w:rsidRDefault="00B04105" w:rsidP="00C114FE">
      <w:pPr>
        <w:rPr>
          <w:sz w:val="26"/>
          <w:szCs w:val="26"/>
        </w:rPr>
      </w:pPr>
    </w:p>
    <w:p w:rsidR="00B04105" w:rsidRPr="001F59D4" w:rsidRDefault="00B04105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Дорошу Миколі Михайловичу</w:t>
      </w:r>
      <w:r>
        <w:rPr>
          <w:rFonts w:ascii="Century" w:hAnsi="Century"/>
          <w:b/>
          <w:noProof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b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вул. Зелена, 7, с. Побережне</w:t>
      </w:r>
    </w:p>
    <w:p w:rsidR="00B04105" w:rsidRPr="001F59D4" w:rsidRDefault="00B04105" w:rsidP="00C114FE">
      <w:pPr>
        <w:rPr>
          <w:sz w:val="26"/>
          <w:szCs w:val="26"/>
        </w:rPr>
      </w:pPr>
    </w:p>
    <w:p w:rsidR="00B04105" w:rsidRPr="001F59D4" w:rsidRDefault="00B04105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880E4E">
        <w:rPr>
          <w:rFonts w:ascii="Century" w:hAnsi="Century"/>
          <w:noProof/>
          <w:sz w:val="26"/>
          <w:szCs w:val="26"/>
          <w:lang w:val="uk-UA"/>
        </w:rPr>
        <w:t>Дорошу Миколі Михайловичу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rFonts w:ascii="Century" w:hAnsi="Century"/>
          <w:noProof/>
          <w:sz w:val="26"/>
          <w:szCs w:val="26"/>
          <w:lang w:val="uk-UA"/>
        </w:rPr>
        <w:t xml:space="preserve"> розташованої</w:t>
      </w:r>
      <w:r w:rsidRPr="00FF119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вул. Зелена, 7, с. Побережне</w:t>
      </w:r>
      <w:r w:rsidRPr="001F59D4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>відповідну технічну документацію розроблену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ФОП Кульчицький Б.В.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довкілля, міська рада </w:t>
      </w:r>
    </w:p>
    <w:p w:rsidR="00B04105" w:rsidRPr="001F59D4" w:rsidRDefault="00B04105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B04105" w:rsidRPr="001F59D4" w:rsidRDefault="00B04105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Дорошу Миколі Михайловичу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880E4E">
        <w:rPr>
          <w:rFonts w:ascii="Century" w:hAnsi="Century"/>
          <w:noProof/>
          <w:sz w:val="26"/>
          <w:szCs w:val="26"/>
          <w:lang w:val="uk-UA"/>
        </w:rPr>
        <w:t>0,2500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880E4E">
        <w:rPr>
          <w:rFonts w:ascii="Century" w:hAnsi="Century"/>
          <w:noProof/>
          <w:sz w:val="26"/>
          <w:szCs w:val="26"/>
          <w:lang w:val="uk-UA"/>
        </w:rPr>
        <w:t>4620984900:22:002:0017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880E4E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вул. Зелена, 7, с. Побережне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04105" w:rsidRPr="001F59D4" w:rsidRDefault="00B0410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Дорошу Миколі Михайловичу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880E4E">
        <w:rPr>
          <w:rFonts w:ascii="Century" w:hAnsi="Century"/>
          <w:noProof/>
          <w:sz w:val="26"/>
          <w:szCs w:val="26"/>
          <w:lang w:val="uk-UA"/>
        </w:rPr>
        <w:t>0,2500</w:t>
      </w:r>
      <w:r w:rsidRPr="001F59D4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880E4E">
        <w:rPr>
          <w:rFonts w:ascii="Century" w:hAnsi="Century"/>
          <w:noProof/>
          <w:sz w:val="26"/>
          <w:szCs w:val="26"/>
          <w:lang w:val="uk-UA"/>
        </w:rPr>
        <w:t>4620984900:22:002:0017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</w:t>
      </w:r>
      <w:r>
        <w:rPr>
          <w:rFonts w:ascii="Century" w:hAnsi="Century"/>
          <w:sz w:val="26"/>
          <w:szCs w:val="26"/>
          <w:lang w:val="uk-UA"/>
        </w:rPr>
        <w:t xml:space="preserve">за адресою: </w:t>
      </w:r>
      <w:r w:rsidRPr="00880E4E">
        <w:rPr>
          <w:rFonts w:ascii="Century" w:hAnsi="Century"/>
          <w:noProof/>
          <w:sz w:val="26"/>
          <w:szCs w:val="26"/>
          <w:lang w:val="uk-UA"/>
        </w:rPr>
        <w:t>вул. Зелена, 7, с. Побережне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04105" w:rsidRPr="001F59D4" w:rsidRDefault="00B0410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880E4E">
        <w:rPr>
          <w:rFonts w:ascii="Century" w:hAnsi="Century"/>
          <w:noProof/>
          <w:sz w:val="26"/>
          <w:szCs w:val="26"/>
          <w:lang w:val="uk-UA"/>
        </w:rPr>
        <w:t>Дорошу Миколі Михайловичу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B04105" w:rsidRPr="001F59D4" w:rsidRDefault="00B0410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4. Контроль за виконанням рішення покласти на відділ земельних відносин та постійну депутатську комісію міської ради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B04105" w:rsidRPr="001F59D4" w:rsidRDefault="00B04105" w:rsidP="00C114FE">
      <w:pPr>
        <w:rPr>
          <w:sz w:val="26"/>
          <w:szCs w:val="26"/>
        </w:rPr>
      </w:pPr>
    </w:p>
    <w:p w:rsidR="00B04105" w:rsidRDefault="00B04105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B04105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880E4E">
        <w:rPr>
          <w:rFonts w:ascii="Century" w:hAnsi="Century"/>
          <w:b/>
          <w:noProof/>
          <w:sz w:val="32"/>
          <w:szCs w:val="32"/>
          <w:lang w:val="uk-UA"/>
        </w:rPr>
        <w:t>28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B04105" w:rsidRPr="004C155E" w:rsidRDefault="00B04105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B04105" w:rsidRPr="008B4C26" w:rsidRDefault="00B04105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="00D733FC">
        <w:rPr>
          <w:rFonts w:ascii="Century" w:hAnsi="Century"/>
          <w:b/>
          <w:noProof/>
          <w:sz w:val="36"/>
          <w:szCs w:val="36"/>
          <w:lang w:val="uk-UA"/>
        </w:rPr>
        <w:t>23/28-5409</w:t>
      </w:r>
    </w:p>
    <w:p w:rsidR="00B04105" w:rsidRPr="001F59D4" w:rsidRDefault="00B04105" w:rsidP="002C2E00">
      <w:pPr>
        <w:rPr>
          <w:rFonts w:ascii="Century" w:hAnsi="Century"/>
          <w:sz w:val="26"/>
          <w:szCs w:val="26"/>
        </w:rPr>
      </w:pPr>
      <w:r w:rsidRPr="00880E4E">
        <w:rPr>
          <w:rFonts w:ascii="Century" w:hAnsi="Century"/>
          <w:noProof/>
          <w:sz w:val="26"/>
          <w:szCs w:val="26"/>
        </w:rPr>
        <w:t>9 лютого 2023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B04105" w:rsidRPr="001F59D4" w:rsidRDefault="00B04105" w:rsidP="00C114FE">
      <w:pPr>
        <w:rPr>
          <w:sz w:val="26"/>
          <w:szCs w:val="26"/>
        </w:rPr>
      </w:pPr>
    </w:p>
    <w:p w:rsidR="00B04105" w:rsidRPr="001F59D4" w:rsidRDefault="00B04105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Горішному Івану Остаповичу</w:t>
      </w:r>
      <w:r>
        <w:rPr>
          <w:rFonts w:ascii="Century" w:hAnsi="Century"/>
          <w:b/>
          <w:noProof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b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вул. Зелена, 6, с. Побережне</w:t>
      </w:r>
    </w:p>
    <w:p w:rsidR="00B04105" w:rsidRPr="001F59D4" w:rsidRDefault="00B04105" w:rsidP="00C114FE">
      <w:pPr>
        <w:rPr>
          <w:sz w:val="26"/>
          <w:szCs w:val="26"/>
        </w:rPr>
      </w:pPr>
    </w:p>
    <w:p w:rsidR="00B04105" w:rsidRPr="001F59D4" w:rsidRDefault="00B04105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880E4E">
        <w:rPr>
          <w:rFonts w:ascii="Century" w:hAnsi="Century"/>
          <w:noProof/>
          <w:sz w:val="26"/>
          <w:szCs w:val="26"/>
          <w:lang w:val="uk-UA"/>
        </w:rPr>
        <w:t>Горішному Івану Остаповичу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rFonts w:ascii="Century" w:hAnsi="Century"/>
          <w:noProof/>
          <w:sz w:val="26"/>
          <w:szCs w:val="26"/>
          <w:lang w:val="uk-UA"/>
        </w:rPr>
        <w:t xml:space="preserve"> розташованої</w:t>
      </w:r>
      <w:r w:rsidRPr="00FF119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вул. Зелена, 6, с. Побережне</w:t>
      </w:r>
      <w:r w:rsidRPr="001F59D4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>відповідну технічну документацію розроблену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ФОП Кульчицький Б.В.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довкілля, міська рада </w:t>
      </w:r>
    </w:p>
    <w:p w:rsidR="00B04105" w:rsidRPr="001F59D4" w:rsidRDefault="00B04105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B04105" w:rsidRPr="001F59D4" w:rsidRDefault="00B04105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Горішному Івану Остаповичу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880E4E">
        <w:rPr>
          <w:rFonts w:ascii="Century" w:hAnsi="Century"/>
          <w:noProof/>
          <w:sz w:val="26"/>
          <w:szCs w:val="26"/>
          <w:lang w:val="uk-UA"/>
        </w:rPr>
        <w:t>0,2453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880E4E">
        <w:rPr>
          <w:rFonts w:ascii="Century" w:hAnsi="Century"/>
          <w:noProof/>
          <w:sz w:val="26"/>
          <w:szCs w:val="26"/>
          <w:lang w:val="uk-UA"/>
        </w:rPr>
        <w:t>4620984900:22:002:0018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880E4E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вул. Зелена, 6, с. Побережне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04105" w:rsidRPr="001F59D4" w:rsidRDefault="00B0410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Горішному Івану Остаповичу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880E4E">
        <w:rPr>
          <w:rFonts w:ascii="Century" w:hAnsi="Century"/>
          <w:noProof/>
          <w:sz w:val="26"/>
          <w:szCs w:val="26"/>
          <w:lang w:val="uk-UA"/>
        </w:rPr>
        <w:t>0,2453</w:t>
      </w:r>
      <w:r w:rsidRPr="001F59D4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880E4E">
        <w:rPr>
          <w:rFonts w:ascii="Century" w:hAnsi="Century"/>
          <w:noProof/>
          <w:sz w:val="26"/>
          <w:szCs w:val="26"/>
          <w:lang w:val="uk-UA"/>
        </w:rPr>
        <w:t>4620984900:22:002:0018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</w:t>
      </w:r>
      <w:r>
        <w:rPr>
          <w:rFonts w:ascii="Century" w:hAnsi="Century"/>
          <w:sz w:val="26"/>
          <w:szCs w:val="26"/>
          <w:lang w:val="uk-UA"/>
        </w:rPr>
        <w:t xml:space="preserve">за адресою: </w:t>
      </w:r>
      <w:r w:rsidRPr="00880E4E">
        <w:rPr>
          <w:rFonts w:ascii="Century" w:hAnsi="Century"/>
          <w:noProof/>
          <w:sz w:val="26"/>
          <w:szCs w:val="26"/>
          <w:lang w:val="uk-UA"/>
        </w:rPr>
        <w:t>вул. Зелена, 6, с. Побережне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04105" w:rsidRPr="001F59D4" w:rsidRDefault="00B0410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880E4E">
        <w:rPr>
          <w:rFonts w:ascii="Century" w:hAnsi="Century"/>
          <w:noProof/>
          <w:sz w:val="26"/>
          <w:szCs w:val="26"/>
          <w:lang w:val="uk-UA"/>
        </w:rPr>
        <w:t>Горішному Івану Остаповичу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B04105" w:rsidRPr="001F59D4" w:rsidRDefault="00B0410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4. Контроль за виконанням рішення покласти на відділ земельних відносин та постійну депутатську комісію міської ради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B04105" w:rsidRPr="001F59D4" w:rsidRDefault="00B04105" w:rsidP="00C114FE">
      <w:pPr>
        <w:rPr>
          <w:sz w:val="26"/>
          <w:szCs w:val="26"/>
        </w:rPr>
      </w:pPr>
    </w:p>
    <w:p w:rsidR="00B04105" w:rsidRDefault="00B04105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B04105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B04105" w:rsidRPr="004C155E" w:rsidRDefault="00B04105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880E4E">
        <w:rPr>
          <w:rFonts w:ascii="Century" w:hAnsi="Century"/>
          <w:b/>
          <w:noProof/>
          <w:sz w:val="32"/>
          <w:szCs w:val="32"/>
          <w:lang w:val="uk-UA"/>
        </w:rPr>
        <w:t>28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B04105" w:rsidRPr="004C155E" w:rsidRDefault="00B04105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B04105" w:rsidRPr="008B4C26" w:rsidRDefault="00B04105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bookmarkStart w:id="0" w:name="_GoBack"/>
      <w:r w:rsidR="00D733FC">
        <w:rPr>
          <w:rFonts w:ascii="Century" w:hAnsi="Century"/>
          <w:b/>
          <w:noProof/>
          <w:sz w:val="36"/>
          <w:szCs w:val="36"/>
          <w:lang w:val="uk-UA"/>
        </w:rPr>
        <w:t>23/28-5410</w:t>
      </w:r>
      <w:bookmarkEnd w:id="0"/>
    </w:p>
    <w:p w:rsidR="00B04105" w:rsidRPr="001F59D4" w:rsidRDefault="00B04105" w:rsidP="002C2E00">
      <w:pPr>
        <w:rPr>
          <w:rFonts w:ascii="Century" w:hAnsi="Century"/>
          <w:sz w:val="26"/>
          <w:szCs w:val="26"/>
        </w:rPr>
      </w:pPr>
      <w:r w:rsidRPr="00880E4E">
        <w:rPr>
          <w:rFonts w:ascii="Century" w:hAnsi="Century"/>
          <w:noProof/>
          <w:sz w:val="26"/>
          <w:szCs w:val="26"/>
        </w:rPr>
        <w:t>9 лютого 2023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B04105" w:rsidRPr="001F59D4" w:rsidRDefault="00B04105" w:rsidP="00C114FE">
      <w:pPr>
        <w:rPr>
          <w:sz w:val="26"/>
          <w:szCs w:val="26"/>
        </w:rPr>
      </w:pPr>
    </w:p>
    <w:p w:rsidR="00B04105" w:rsidRPr="001F59D4" w:rsidRDefault="00B04105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Квятковській Ганні Степанівні</w:t>
      </w:r>
      <w:r>
        <w:rPr>
          <w:rFonts w:ascii="Century" w:hAnsi="Century"/>
          <w:b/>
          <w:noProof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b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вул. Весела, 37, с. Путятичі</w:t>
      </w:r>
    </w:p>
    <w:p w:rsidR="00B04105" w:rsidRPr="001F59D4" w:rsidRDefault="00B04105" w:rsidP="00C114FE">
      <w:pPr>
        <w:rPr>
          <w:sz w:val="26"/>
          <w:szCs w:val="26"/>
        </w:rPr>
      </w:pPr>
    </w:p>
    <w:p w:rsidR="00B04105" w:rsidRPr="001F59D4" w:rsidRDefault="00B04105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880E4E">
        <w:rPr>
          <w:rFonts w:ascii="Century" w:hAnsi="Century"/>
          <w:noProof/>
          <w:sz w:val="26"/>
          <w:szCs w:val="26"/>
          <w:lang w:val="uk-UA"/>
        </w:rPr>
        <w:t>Квятковській Ганні Степанівні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rFonts w:ascii="Century" w:hAnsi="Century"/>
          <w:noProof/>
          <w:sz w:val="26"/>
          <w:szCs w:val="26"/>
          <w:lang w:val="uk-UA"/>
        </w:rPr>
        <w:t xml:space="preserve"> розташованої</w:t>
      </w:r>
      <w:r w:rsidRPr="00FF119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вул. Весела, 37, с. Путятичі</w:t>
      </w:r>
      <w:r w:rsidRPr="001F59D4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>відповідну технічну документацію розроблену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ФОП Кульчицький Б.В.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довкілля, міська рада </w:t>
      </w:r>
    </w:p>
    <w:p w:rsidR="00B04105" w:rsidRPr="001F59D4" w:rsidRDefault="00B04105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B04105" w:rsidRPr="001F59D4" w:rsidRDefault="00B04105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Квятковській Ганні Степанівні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880E4E">
        <w:rPr>
          <w:rFonts w:ascii="Century" w:hAnsi="Century"/>
          <w:noProof/>
          <w:sz w:val="26"/>
          <w:szCs w:val="26"/>
          <w:lang w:val="uk-UA"/>
        </w:rPr>
        <w:t>0,1376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880E4E">
        <w:rPr>
          <w:rFonts w:ascii="Century" w:hAnsi="Century"/>
          <w:noProof/>
          <w:sz w:val="26"/>
          <w:szCs w:val="26"/>
          <w:lang w:val="uk-UA"/>
        </w:rPr>
        <w:t>4620984900:30:002:0011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880E4E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вул. Весела, 37, с. Путятичі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04105" w:rsidRPr="001F59D4" w:rsidRDefault="00B0410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880E4E">
        <w:rPr>
          <w:rFonts w:ascii="Century" w:hAnsi="Century"/>
          <w:b/>
          <w:noProof/>
          <w:sz w:val="26"/>
          <w:szCs w:val="26"/>
          <w:lang w:val="uk-UA"/>
        </w:rPr>
        <w:t>Квятковській Ганні Степанівні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880E4E">
        <w:rPr>
          <w:rFonts w:ascii="Century" w:hAnsi="Century"/>
          <w:noProof/>
          <w:sz w:val="26"/>
          <w:szCs w:val="26"/>
          <w:lang w:val="uk-UA"/>
        </w:rPr>
        <w:t>0,1376</w:t>
      </w:r>
      <w:r w:rsidRPr="001F59D4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880E4E">
        <w:rPr>
          <w:rFonts w:ascii="Century" w:hAnsi="Century"/>
          <w:noProof/>
          <w:sz w:val="26"/>
          <w:szCs w:val="26"/>
          <w:lang w:val="uk-UA"/>
        </w:rPr>
        <w:t>4620984900:30:002:0011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80E4E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</w:t>
      </w:r>
      <w:r>
        <w:rPr>
          <w:rFonts w:ascii="Century" w:hAnsi="Century"/>
          <w:sz w:val="26"/>
          <w:szCs w:val="26"/>
          <w:lang w:val="uk-UA"/>
        </w:rPr>
        <w:t xml:space="preserve">за адресою: </w:t>
      </w:r>
      <w:r w:rsidRPr="00880E4E">
        <w:rPr>
          <w:rFonts w:ascii="Century" w:hAnsi="Century"/>
          <w:noProof/>
          <w:sz w:val="26"/>
          <w:szCs w:val="26"/>
          <w:lang w:val="uk-UA"/>
        </w:rPr>
        <w:t>вул. Весела, 37, с. Путятичі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04105" w:rsidRPr="001F59D4" w:rsidRDefault="00B0410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880E4E">
        <w:rPr>
          <w:rFonts w:ascii="Century" w:hAnsi="Century"/>
          <w:noProof/>
          <w:sz w:val="26"/>
          <w:szCs w:val="26"/>
          <w:lang w:val="uk-UA"/>
        </w:rPr>
        <w:t>Квятковській Ганні Степанівні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B04105" w:rsidRPr="001F59D4" w:rsidRDefault="00B04105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4. Контроль за виконанням рішення покласти на відділ земельних відносин та постійну депутатську комісію міської ради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B04105" w:rsidRPr="001F59D4" w:rsidRDefault="00B04105" w:rsidP="00C114FE">
      <w:pPr>
        <w:rPr>
          <w:sz w:val="26"/>
          <w:szCs w:val="26"/>
        </w:rPr>
      </w:pPr>
    </w:p>
    <w:p w:rsidR="00B04105" w:rsidRDefault="00B04105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B04105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B04105" w:rsidRDefault="00B04105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B04105" w:rsidSect="00B04105">
      <w:type w:val="continuous"/>
      <w:pgSz w:w="11906" w:h="16838"/>
      <w:pgMar w:top="510" w:right="850" w:bottom="850" w:left="1417" w:header="709" w:footer="26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56E" w:rsidRDefault="00FB456E" w:rsidP="001854AF">
      <w:r>
        <w:separator/>
      </w:r>
    </w:p>
  </w:endnote>
  <w:endnote w:type="continuationSeparator" w:id="0">
    <w:p w:rsidR="00FB456E" w:rsidRDefault="00FB456E" w:rsidP="0018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56E" w:rsidRDefault="00FB456E" w:rsidP="001854AF">
      <w:r>
        <w:separator/>
      </w:r>
    </w:p>
  </w:footnote>
  <w:footnote w:type="continuationSeparator" w:id="0">
    <w:p w:rsidR="00FB456E" w:rsidRDefault="00FB456E" w:rsidP="00185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C4D"/>
    <w:rsid w:val="00001C02"/>
    <w:rsid w:val="000020F1"/>
    <w:rsid w:val="000037E6"/>
    <w:rsid w:val="00003DAE"/>
    <w:rsid w:val="000118E5"/>
    <w:rsid w:val="00011DE0"/>
    <w:rsid w:val="00014B7B"/>
    <w:rsid w:val="000201B7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23AA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28A6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2171"/>
    <w:rsid w:val="001232EE"/>
    <w:rsid w:val="00126A45"/>
    <w:rsid w:val="00140D89"/>
    <w:rsid w:val="00141089"/>
    <w:rsid w:val="00157195"/>
    <w:rsid w:val="00157296"/>
    <w:rsid w:val="00172926"/>
    <w:rsid w:val="00177C1C"/>
    <w:rsid w:val="001802FE"/>
    <w:rsid w:val="00180CAD"/>
    <w:rsid w:val="001822CD"/>
    <w:rsid w:val="001832C7"/>
    <w:rsid w:val="00183328"/>
    <w:rsid w:val="001854AF"/>
    <w:rsid w:val="00195858"/>
    <w:rsid w:val="00195D84"/>
    <w:rsid w:val="0019738F"/>
    <w:rsid w:val="001A1D02"/>
    <w:rsid w:val="001A4A55"/>
    <w:rsid w:val="001A6806"/>
    <w:rsid w:val="001B0820"/>
    <w:rsid w:val="001C0438"/>
    <w:rsid w:val="001C290E"/>
    <w:rsid w:val="001C5FC3"/>
    <w:rsid w:val="001D0F74"/>
    <w:rsid w:val="001D5AF9"/>
    <w:rsid w:val="001D79D1"/>
    <w:rsid w:val="001E1E73"/>
    <w:rsid w:val="001E1EE4"/>
    <w:rsid w:val="001F59D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5C21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A7354"/>
    <w:rsid w:val="002B1145"/>
    <w:rsid w:val="002B286F"/>
    <w:rsid w:val="002B61AE"/>
    <w:rsid w:val="002C06EF"/>
    <w:rsid w:val="002C0869"/>
    <w:rsid w:val="002C2E00"/>
    <w:rsid w:val="002C6A9B"/>
    <w:rsid w:val="002C6E09"/>
    <w:rsid w:val="002D069B"/>
    <w:rsid w:val="002D1B8A"/>
    <w:rsid w:val="002E58E7"/>
    <w:rsid w:val="002E6BDA"/>
    <w:rsid w:val="002E7C45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0818"/>
    <w:rsid w:val="00332CF3"/>
    <w:rsid w:val="00337CF5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7D55"/>
    <w:rsid w:val="003A4EF4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47E6E"/>
    <w:rsid w:val="00450AA4"/>
    <w:rsid w:val="004521FC"/>
    <w:rsid w:val="00454214"/>
    <w:rsid w:val="004563C9"/>
    <w:rsid w:val="00460002"/>
    <w:rsid w:val="0046120A"/>
    <w:rsid w:val="00462C4F"/>
    <w:rsid w:val="00474FA8"/>
    <w:rsid w:val="0048656C"/>
    <w:rsid w:val="00490B93"/>
    <w:rsid w:val="00494E47"/>
    <w:rsid w:val="00496163"/>
    <w:rsid w:val="004A2046"/>
    <w:rsid w:val="004A5588"/>
    <w:rsid w:val="004A65D3"/>
    <w:rsid w:val="004B0CD4"/>
    <w:rsid w:val="004B2F62"/>
    <w:rsid w:val="004B3832"/>
    <w:rsid w:val="004B56F0"/>
    <w:rsid w:val="004B7848"/>
    <w:rsid w:val="004C155E"/>
    <w:rsid w:val="004D22DE"/>
    <w:rsid w:val="004E1AF9"/>
    <w:rsid w:val="004E466D"/>
    <w:rsid w:val="004F1937"/>
    <w:rsid w:val="00500796"/>
    <w:rsid w:val="00501E88"/>
    <w:rsid w:val="005028CE"/>
    <w:rsid w:val="005074B3"/>
    <w:rsid w:val="00512CCD"/>
    <w:rsid w:val="00520423"/>
    <w:rsid w:val="00524094"/>
    <w:rsid w:val="0053394F"/>
    <w:rsid w:val="00533A8E"/>
    <w:rsid w:val="00540C98"/>
    <w:rsid w:val="005465C5"/>
    <w:rsid w:val="00551D44"/>
    <w:rsid w:val="0055204E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1EFA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344B5"/>
    <w:rsid w:val="00746127"/>
    <w:rsid w:val="007469DD"/>
    <w:rsid w:val="00746A1C"/>
    <w:rsid w:val="00772469"/>
    <w:rsid w:val="007774AA"/>
    <w:rsid w:val="0078026D"/>
    <w:rsid w:val="00794F94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6250"/>
    <w:rsid w:val="007D7181"/>
    <w:rsid w:val="007E3E9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4C26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2FD5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75297"/>
    <w:rsid w:val="00982057"/>
    <w:rsid w:val="00983A1C"/>
    <w:rsid w:val="009841E2"/>
    <w:rsid w:val="00985ABA"/>
    <w:rsid w:val="009863B5"/>
    <w:rsid w:val="00992C12"/>
    <w:rsid w:val="009A1C4D"/>
    <w:rsid w:val="009A4826"/>
    <w:rsid w:val="009A6D4F"/>
    <w:rsid w:val="009A7946"/>
    <w:rsid w:val="009A7DD4"/>
    <w:rsid w:val="009B091E"/>
    <w:rsid w:val="009B2050"/>
    <w:rsid w:val="009B4D5F"/>
    <w:rsid w:val="009C02F1"/>
    <w:rsid w:val="009C1FB0"/>
    <w:rsid w:val="009C5DCA"/>
    <w:rsid w:val="009C65EB"/>
    <w:rsid w:val="009D23AD"/>
    <w:rsid w:val="009F4272"/>
    <w:rsid w:val="00A04963"/>
    <w:rsid w:val="00A21FA3"/>
    <w:rsid w:val="00A30E83"/>
    <w:rsid w:val="00A40E9A"/>
    <w:rsid w:val="00A41236"/>
    <w:rsid w:val="00A45CC1"/>
    <w:rsid w:val="00A47549"/>
    <w:rsid w:val="00A520F1"/>
    <w:rsid w:val="00A62CF2"/>
    <w:rsid w:val="00A63B34"/>
    <w:rsid w:val="00A63F29"/>
    <w:rsid w:val="00A64541"/>
    <w:rsid w:val="00A6775B"/>
    <w:rsid w:val="00A753DF"/>
    <w:rsid w:val="00A769FA"/>
    <w:rsid w:val="00A80ADB"/>
    <w:rsid w:val="00A813DA"/>
    <w:rsid w:val="00A85282"/>
    <w:rsid w:val="00A86A55"/>
    <w:rsid w:val="00A92137"/>
    <w:rsid w:val="00A95978"/>
    <w:rsid w:val="00AA2D98"/>
    <w:rsid w:val="00AA63F8"/>
    <w:rsid w:val="00AB24CC"/>
    <w:rsid w:val="00AB3A5D"/>
    <w:rsid w:val="00AB4901"/>
    <w:rsid w:val="00AB492B"/>
    <w:rsid w:val="00AB7C0F"/>
    <w:rsid w:val="00AC277A"/>
    <w:rsid w:val="00AD23CB"/>
    <w:rsid w:val="00AD4631"/>
    <w:rsid w:val="00AF071C"/>
    <w:rsid w:val="00AF1276"/>
    <w:rsid w:val="00AF2F3F"/>
    <w:rsid w:val="00AF6F35"/>
    <w:rsid w:val="00B04105"/>
    <w:rsid w:val="00B0524C"/>
    <w:rsid w:val="00B25AB1"/>
    <w:rsid w:val="00B3099D"/>
    <w:rsid w:val="00B32543"/>
    <w:rsid w:val="00B32B3F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7EA7"/>
    <w:rsid w:val="00C052B3"/>
    <w:rsid w:val="00C06D89"/>
    <w:rsid w:val="00C10A42"/>
    <w:rsid w:val="00C114FE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27CE3"/>
    <w:rsid w:val="00D33380"/>
    <w:rsid w:val="00D44E48"/>
    <w:rsid w:val="00D510C6"/>
    <w:rsid w:val="00D54E84"/>
    <w:rsid w:val="00D63E4C"/>
    <w:rsid w:val="00D733FC"/>
    <w:rsid w:val="00D81D34"/>
    <w:rsid w:val="00D82A4D"/>
    <w:rsid w:val="00D876A4"/>
    <w:rsid w:val="00D97462"/>
    <w:rsid w:val="00DB4423"/>
    <w:rsid w:val="00DC087D"/>
    <w:rsid w:val="00DC5C63"/>
    <w:rsid w:val="00DC759C"/>
    <w:rsid w:val="00DC75CF"/>
    <w:rsid w:val="00DD3B21"/>
    <w:rsid w:val="00DD3E18"/>
    <w:rsid w:val="00DD4E88"/>
    <w:rsid w:val="00DE5EA7"/>
    <w:rsid w:val="00DE7061"/>
    <w:rsid w:val="00E0121E"/>
    <w:rsid w:val="00E04698"/>
    <w:rsid w:val="00E06DD6"/>
    <w:rsid w:val="00E135AE"/>
    <w:rsid w:val="00E21683"/>
    <w:rsid w:val="00E22BE9"/>
    <w:rsid w:val="00E271DC"/>
    <w:rsid w:val="00E43A73"/>
    <w:rsid w:val="00E45ABD"/>
    <w:rsid w:val="00E46705"/>
    <w:rsid w:val="00E72884"/>
    <w:rsid w:val="00E76F74"/>
    <w:rsid w:val="00E84744"/>
    <w:rsid w:val="00E9002E"/>
    <w:rsid w:val="00EA6419"/>
    <w:rsid w:val="00EB1AE8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406F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44E"/>
    <w:rsid w:val="00F57C85"/>
    <w:rsid w:val="00F622F4"/>
    <w:rsid w:val="00F635F9"/>
    <w:rsid w:val="00F63C86"/>
    <w:rsid w:val="00F66E47"/>
    <w:rsid w:val="00F763D3"/>
    <w:rsid w:val="00F768BC"/>
    <w:rsid w:val="00F8070A"/>
    <w:rsid w:val="00F8230A"/>
    <w:rsid w:val="00F84886"/>
    <w:rsid w:val="00F86E3A"/>
    <w:rsid w:val="00F93D57"/>
    <w:rsid w:val="00F94594"/>
    <w:rsid w:val="00FB456E"/>
    <w:rsid w:val="00FC05D5"/>
    <w:rsid w:val="00FC2FDC"/>
    <w:rsid w:val="00FD27CE"/>
    <w:rsid w:val="00FD7A08"/>
    <w:rsid w:val="00FE5ECF"/>
    <w:rsid w:val="00FF1197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E9ABCE"/>
  <w15:chartTrackingRefBased/>
  <w15:docId w15:val="{2F4B3551-F7EA-459C-B4D8-9F51B3295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854AF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854AF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!Stavovyi%20Andriy%20Ryslanivich\.Stavovyi%20&#1056;&#1086;&#1073;&#1086;&#1090;&#1072;\&#1053;&#1072;&#1089;&#1090;&#1088;&#1086;&#1102;&#1074;&#1072;&#1085;&#1110;%20&#1096;&#1072;&#1073;&#1083;&#1086;&#1085;&#1080;%20Office\!%20&#1053;&#1054;&#1042;&#1030;\&#1051;&#1110;&#1083;&#1110;\&#1064;&#1040;&#1041;&#1051;&#1054;&#1053;%202.0%20-%20&#1055;&#1088;&#1086;%20&#1079;&#1072;&#1090;&#1074;&#1077;&#1088;&#1076;&#1078;&#1077;&#1085;&#1085;&#1103;%20&#1090;&#1077;&#1093;&#1085;&#1110;&#1095;&#1085;&#1086;&#1111;%20&#1076;&#1086;&#1082;&#1091;&#1084;&#1077;&#1085;&#1090;&#1072;&#1094;&#1110;&#1111;_1%20&#1076;&#1110;&#1083;&#1103;&#1085;&#1082;&#1072;,%201%20&#1074;&#1083;&#1072;&#1089;&#1085;&#1080;&#1082;%20&#1054;&#1046;&#1041;.dotm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2.0 - Про затвердження технічної документації_1 ділянка, 1 власник ОЖБ</Template>
  <TotalTime>8</TotalTime>
  <Pages>21</Pages>
  <Words>29482</Words>
  <Characters>16805</Characters>
  <Application>Microsoft Office Word</Application>
  <DocSecurity>0</DocSecurity>
  <Lines>140</Lines>
  <Paragraphs>92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4</cp:revision>
  <dcterms:created xsi:type="dcterms:W3CDTF">2023-01-26T12:52:00Z</dcterms:created>
  <dcterms:modified xsi:type="dcterms:W3CDTF">2023-02-10T07:34:00Z</dcterms:modified>
</cp:coreProperties>
</file>